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77" w:rsidRPr="003B777F" w:rsidRDefault="00D11577">
      <w:pPr>
        <w:pStyle w:val="Title"/>
        <w:rPr>
          <w:rFonts w:ascii="Times New Roman" w:hAnsi="Times New Roman"/>
          <w:sz w:val="22"/>
        </w:rPr>
      </w:pPr>
      <w:bookmarkStart w:id="0" w:name="_Toc81045411"/>
    </w:p>
    <w:p w:rsidR="00D11577" w:rsidRPr="003B777F" w:rsidRDefault="00A21E3D">
      <w:pPr>
        <w:pStyle w:val="Title"/>
        <w:rPr>
          <w:rFonts w:ascii="Times New Roman" w:hAnsi="Times New Roman"/>
          <w:sz w:val="22"/>
        </w:rPr>
      </w:pPr>
      <w:r w:rsidRPr="003B777F">
        <w:rPr>
          <w:rFonts w:ascii="Times New Roman" w:hAnsi="Times New Roman"/>
          <w:noProof/>
          <w:sz w:val="22"/>
        </w:rPr>
        <w:drawing>
          <wp:anchor distT="0" distB="0" distL="114300" distR="114300" simplePos="0" relativeHeight="251657728" behindDoc="0" locked="0" layoutInCell="1" allowOverlap="1">
            <wp:simplePos x="0" y="0"/>
            <wp:positionH relativeFrom="column">
              <wp:posOffset>-424815</wp:posOffset>
            </wp:positionH>
            <wp:positionV relativeFrom="paragraph">
              <wp:posOffset>-374650</wp:posOffset>
            </wp:positionV>
            <wp:extent cx="1619250" cy="819150"/>
            <wp:effectExtent l="19050" t="0" r="0" b="0"/>
            <wp:wrapSquare wrapText="bothSides"/>
            <wp:docPr id="2" name="Picture 2" descr="iso_rgb_logoforltr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o_rgb_logoforltrhd"/>
                    <pic:cNvPicPr>
                      <a:picLocks noChangeAspect="1" noChangeArrowheads="1"/>
                    </pic:cNvPicPr>
                  </pic:nvPicPr>
                  <pic:blipFill>
                    <a:blip r:embed="rId7" cstate="print"/>
                    <a:srcRect/>
                    <a:stretch>
                      <a:fillRect/>
                    </a:stretch>
                  </pic:blipFill>
                  <pic:spPr bwMode="auto">
                    <a:xfrm>
                      <a:off x="0" y="0"/>
                      <a:ext cx="1619250" cy="819150"/>
                    </a:xfrm>
                    <a:prstGeom prst="rect">
                      <a:avLst/>
                    </a:prstGeom>
                    <a:noFill/>
                    <a:ln w="9525">
                      <a:noFill/>
                      <a:miter lim="800000"/>
                      <a:headEnd/>
                      <a:tailEnd/>
                    </a:ln>
                  </pic:spPr>
                </pic:pic>
              </a:graphicData>
            </a:graphic>
          </wp:anchor>
        </w:drawing>
      </w:r>
    </w:p>
    <w:p w:rsidR="00D11577" w:rsidRPr="003B777F" w:rsidRDefault="00D11577">
      <w:pPr>
        <w:pStyle w:val="Title"/>
        <w:rPr>
          <w:rFonts w:ascii="Times New Roman" w:hAnsi="Times New Roman"/>
          <w:sz w:val="22"/>
        </w:rPr>
      </w:pPr>
    </w:p>
    <w:p w:rsidR="00D11577" w:rsidRPr="003B777F" w:rsidRDefault="00D11577"/>
    <w:p w:rsidR="00D11577" w:rsidRPr="003B777F" w:rsidRDefault="00D11577"/>
    <w:p w:rsidR="00D11577" w:rsidRPr="003B777F" w:rsidRDefault="000C365B">
      <w:pPr>
        <w:pStyle w:val="ISODocumentChapterTile"/>
        <w:ind w:right="-450"/>
        <w:rPr>
          <w:sz w:val="32"/>
        </w:rPr>
      </w:pPr>
      <w:r>
        <w:rPr>
          <w:sz w:val="32"/>
        </w:rPr>
        <w:t>Wind Integration</w:t>
      </w:r>
      <w:r w:rsidR="00A80222" w:rsidRPr="003B777F">
        <w:rPr>
          <w:sz w:val="32"/>
        </w:rPr>
        <w:t xml:space="preserve"> – </w:t>
      </w:r>
      <w:r>
        <w:rPr>
          <w:sz w:val="32"/>
        </w:rPr>
        <w:t xml:space="preserve">Java </w:t>
      </w:r>
      <w:r w:rsidR="00A80222" w:rsidRPr="003B777F">
        <w:rPr>
          <w:sz w:val="32"/>
        </w:rPr>
        <w:t>Sample Program</w:t>
      </w:r>
      <w:r w:rsidR="00D11577" w:rsidRPr="003B777F">
        <w:rPr>
          <w:sz w:val="32"/>
        </w:rPr>
        <w:t xml:space="preserve"> </w:t>
      </w:r>
      <w:r w:rsidR="001711A9">
        <w:rPr>
          <w:sz w:val="32"/>
        </w:rPr>
        <w:t>User Guide</w:t>
      </w:r>
    </w:p>
    <w:p w:rsidR="00A80222" w:rsidRPr="003B777F" w:rsidRDefault="00A80222">
      <w:pPr>
        <w:pStyle w:val="ISODocumentChapterTile"/>
        <w:ind w:right="-450"/>
        <w:rPr>
          <w:sz w:val="32"/>
        </w:rPr>
      </w:pPr>
    </w:p>
    <w:p w:rsidR="00D11577" w:rsidRPr="003B777F" w:rsidRDefault="00A80222" w:rsidP="00630BA2">
      <w:pPr>
        <w:pStyle w:val="ISODocumentChapterTile"/>
        <w:ind w:right="-450"/>
        <w:rPr>
          <w:bCs/>
          <w:sz w:val="32"/>
        </w:rPr>
      </w:pPr>
      <w:r w:rsidRPr="003B777F">
        <w:rPr>
          <w:bCs/>
          <w:sz w:val="32"/>
        </w:rPr>
        <w:t>Caveat:</w:t>
      </w:r>
    </w:p>
    <w:p w:rsidR="00A80222" w:rsidRPr="003B777F" w:rsidRDefault="00A80222" w:rsidP="00A80222">
      <w:pPr>
        <w:rPr>
          <w:sz w:val="24"/>
          <w:szCs w:val="24"/>
        </w:rPr>
      </w:pPr>
      <w:r w:rsidRPr="003B777F">
        <w:rPr>
          <w:b/>
          <w:bCs/>
          <w:sz w:val="24"/>
          <w:szCs w:val="24"/>
        </w:rPr>
        <w:t xml:space="preserve">This example program is intended to serve as working example of how to access </w:t>
      </w:r>
      <w:r w:rsidR="000C365B">
        <w:rPr>
          <w:b/>
          <w:bCs/>
          <w:sz w:val="24"/>
          <w:szCs w:val="24"/>
        </w:rPr>
        <w:t>Wind Integration</w:t>
      </w:r>
      <w:r w:rsidRPr="003B777F">
        <w:rPr>
          <w:b/>
          <w:bCs/>
          <w:sz w:val="24"/>
          <w:szCs w:val="24"/>
        </w:rPr>
        <w:t xml:space="preserve"> MUI Web</w:t>
      </w:r>
      <w:r w:rsidR="000C365B">
        <w:rPr>
          <w:b/>
          <w:bCs/>
          <w:sz w:val="24"/>
          <w:szCs w:val="24"/>
        </w:rPr>
        <w:t xml:space="preserve"> </w:t>
      </w:r>
      <w:r w:rsidRPr="003B777F">
        <w:rPr>
          <w:b/>
          <w:bCs/>
          <w:sz w:val="24"/>
          <w:szCs w:val="24"/>
        </w:rPr>
        <w:t>services through Java. It is not supported nor intended for production use. Also, it is not intended to serve as a tool for end users.</w:t>
      </w:r>
      <w:r w:rsidRPr="003B777F">
        <w:rPr>
          <w:sz w:val="24"/>
          <w:szCs w:val="24"/>
        </w:rPr>
        <w:t xml:space="preserve"> </w:t>
      </w:r>
    </w:p>
    <w:p w:rsidR="00A80222" w:rsidRPr="004524F9" w:rsidRDefault="00A80222" w:rsidP="00A80222">
      <w:pPr>
        <w:spacing w:before="100" w:beforeAutospacing="1" w:after="100" w:afterAutospacing="1"/>
        <w:rPr>
          <w:b/>
          <w:bCs/>
          <w:sz w:val="24"/>
          <w:szCs w:val="24"/>
        </w:rPr>
      </w:pPr>
      <w:r w:rsidRPr="004524F9">
        <w:rPr>
          <w:b/>
          <w:bCs/>
          <w:sz w:val="24"/>
          <w:szCs w:val="24"/>
        </w:rPr>
        <w:t xml:space="preserve">Furthermore, without modification, this example code will not work with </w:t>
      </w:r>
      <w:r w:rsidR="000C365B">
        <w:rPr>
          <w:b/>
          <w:bCs/>
          <w:sz w:val="24"/>
          <w:szCs w:val="24"/>
        </w:rPr>
        <w:t xml:space="preserve">Wind Integration </w:t>
      </w:r>
      <w:r w:rsidRPr="004524F9">
        <w:rPr>
          <w:b/>
          <w:bCs/>
          <w:sz w:val="24"/>
          <w:szCs w:val="24"/>
        </w:rPr>
        <w:t>System</w:t>
      </w:r>
      <w:r w:rsidRPr="003B777F">
        <w:rPr>
          <w:b/>
          <w:bCs/>
          <w:sz w:val="24"/>
          <w:szCs w:val="24"/>
        </w:rPr>
        <w:t xml:space="preserve">. </w:t>
      </w:r>
      <w:r w:rsidRPr="004524F9">
        <w:rPr>
          <w:b/>
          <w:bCs/>
          <w:sz w:val="24"/>
          <w:szCs w:val="24"/>
        </w:rPr>
        <w:t>The example does not implement behavior critical to the interaction with the aforementioned applications including: multi-part MIME, cookie handling, and capturing responses to a file</w:t>
      </w:r>
      <w:r w:rsidRPr="003B777F">
        <w:rPr>
          <w:b/>
          <w:bCs/>
          <w:sz w:val="24"/>
          <w:szCs w:val="24"/>
        </w:rPr>
        <w:t>.</w:t>
      </w:r>
      <w:r w:rsidRPr="004524F9">
        <w:rPr>
          <w:b/>
          <w:bCs/>
          <w:sz w:val="24"/>
          <w:szCs w:val="24"/>
        </w:rPr>
        <w:t xml:space="preserve"> </w:t>
      </w:r>
    </w:p>
    <w:p w:rsidR="00A80222" w:rsidRPr="003B777F" w:rsidRDefault="00A80222" w:rsidP="00A80222">
      <w:pPr>
        <w:pStyle w:val="ISOBodyCopy"/>
        <w:rPr>
          <w:b/>
          <w:bCs/>
          <w:sz w:val="24"/>
          <w:szCs w:val="24"/>
        </w:rPr>
      </w:pPr>
      <w:r w:rsidRPr="003B777F">
        <w:rPr>
          <w:b/>
          <w:bCs/>
          <w:sz w:val="24"/>
          <w:szCs w:val="24"/>
        </w:rPr>
        <w:t xml:space="preserve">It is expected that a competent developer of moderate skill and knowledge of Java and the HTTP protocol would be able to use these examples as a guide for developing more sophisticated clients to interact with the </w:t>
      </w:r>
      <w:r w:rsidR="000C365B">
        <w:rPr>
          <w:b/>
          <w:bCs/>
          <w:sz w:val="24"/>
          <w:szCs w:val="24"/>
        </w:rPr>
        <w:t>Wind Integration</w:t>
      </w:r>
      <w:r w:rsidRPr="003B777F">
        <w:rPr>
          <w:b/>
          <w:bCs/>
          <w:sz w:val="24"/>
          <w:szCs w:val="24"/>
        </w:rPr>
        <w:t xml:space="preserve"> MUI Web</w:t>
      </w:r>
      <w:r w:rsidR="000C365B">
        <w:rPr>
          <w:b/>
          <w:bCs/>
          <w:sz w:val="24"/>
          <w:szCs w:val="24"/>
        </w:rPr>
        <w:t xml:space="preserve"> </w:t>
      </w:r>
      <w:r w:rsidRPr="003B777F">
        <w:rPr>
          <w:b/>
          <w:bCs/>
          <w:sz w:val="24"/>
          <w:szCs w:val="24"/>
        </w:rPr>
        <w:t>Services.</w:t>
      </w:r>
    </w:p>
    <w:p w:rsidR="00630BA2" w:rsidRPr="003B777F" w:rsidRDefault="00630BA2" w:rsidP="00A80222">
      <w:pPr>
        <w:pStyle w:val="ISOBodyCopy"/>
        <w:rPr>
          <w:b/>
          <w:bCs/>
          <w:sz w:val="24"/>
          <w:szCs w:val="24"/>
        </w:rPr>
      </w:pPr>
    </w:p>
    <w:p w:rsidR="00630BA2" w:rsidRPr="003B777F" w:rsidRDefault="00630BA2" w:rsidP="00A80222">
      <w:pPr>
        <w:pStyle w:val="ISOBodyCopy"/>
        <w:rPr>
          <w:b/>
          <w:bCs/>
          <w:sz w:val="24"/>
          <w:szCs w:val="24"/>
        </w:rPr>
      </w:pPr>
    </w:p>
    <w:p w:rsidR="00630BA2" w:rsidRPr="003B777F" w:rsidRDefault="00630BA2" w:rsidP="00630BA2">
      <w:pPr>
        <w:pStyle w:val="ISODocumentChapterTile"/>
        <w:ind w:right="-450"/>
        <w:rPr>
          <w:bCs/>
          <w:sz w:val="32"/>
        </w:rPr>
      </w:pPr>
      <w:r w:rsidRPr="003B777F">
        <w:rPr>
          <w:bCs/>
          <w:sz w:val="32"/>
        </w:rPr>
        <w:t>Java – Sample Client</w:t>
      </w:r>
    </w:p>
    <w:p w:rsidR="00695EF0" w:rsidRPr="003B777F" w:rsidRDefault="00BC264B" w:rsidP="000B393C">
      <w:pPr>
        <w:pStyle w:val="ISOHeader1"/>
        <w:numPr>
          <w:ilvl w:val="0"/>
          <w:numId w:val="10"/>
        </w:numPr>
      </w:pPr>
      <w:r>
        <w:t xml:space="preserve">Java - </w:t>
      </w:r>
      <w:r w:rsidR="00CE489E" w:rsidRPr="003B777F">
        <w:t xml:space="preserve">Installation Prerequisites </w:t>
      </w:r>
    </w:p>
    <w:p w:rsidR="00695EF0" w:rsidRPr="003B777F" w:rsidRDefault="009E4302" w:rsidP="00A44BBF">
      <w:pPr>
        <w:pStyle w:val="ISOHeader2"/>
      </w:pPr>
      <w:r w:rsidRPr="003B777F">
        <w:t>This</w:t>
      </w:r>
      <w:r w:rsidR="00695EF0" w:rsidRPr="003B777F">
        <w:t xml:space="preserve"> 3rd party software </w:t>
      </w:r>
      <w:r w:rsidR="00A44BBF" w:rsidRPr="003B777F">
        <w:t xml:space="preserve">are </w:t>
      </w:r>
      <w:r w:rsidR="00695EF0" w:rsidRPr="003B777F">
        <w:t xml:space="preserve">required to </w:t>
      </w:r>
      <w:r w:rsidR="00630BA2" w:rsidRPr="003B777F">
        <w:t xml:space="preserve">compile and </w:t>
      </w:r>
      <w:r w:rsidR="00695EF0" w:rsidRPr="003B777F">
        <w:t xml:space="preserve">run the </w:t>
      </w:r>
      <w:r w:rsidR="003F0B9C">
        <w:t>Java S</w:t>
      </w:r>
      <w:r w:rsidR="00695EF0" w:rsidRPr="003B777F">
        <w:t xml:space="preserve">ample </w:t>
      </w:r>
      <w:r w:rsidR="003F0B9C">
        <w:t>Client P</w:t>
      </w:r>
      <w:r w:rsidR="00695EF0" w:rsidRPr="003B777F">
        <w:t>rogram.</w:t>
      </w:r>
    </w:p>
    <w:p w:rsidR="001F0B9A" w:rsidRPr="003B777F" w:rsidRDefault="001F0B9A" w:rsidP="00695EF0">
      <w:pPr>
        <w:pStyle w:val="ListBullet"/>
        <w:tabs>
          <w:tab w:val="clear" w:pos="360"/>
          <w:tab w:val="num" w:pos="-1080"/>
        </w:tabs>
        <w:ind w:left="360"/>
        <w:rPr>
          <w:rFonts w:ascii="Times New Roman" w:hAnsi="Times New Roman"/>
          <w:b/>
          <w:bCs/>
          <w:szCs w:val="24"/>
        </w:rPr>
      </w:pPr>
      <w:r w:rsidRPr="003B777F">
        <w:rPr>
          <w:rFonts w:ascii="Times New Roman" w:hAnsi="Times New Roman"/>
          <w:b/>
          <w:bCs/>
          <w:szCs w:val="24"/>
        </w:rPr>
        <w:t xml:space="preserve">Java JDK 6.0 or </w:t>
      </w:r>
      <w:r w:rsidR="00C24C38" w:rsidRPr="003B777F">
        <w:rPr>
          <w:rFonts w:ascii="Times New Roman" w:hAnsi="Times New Roman"/>
          <w:b/>
          <w:bCs/>
          <w:szCs w:val="24"/>
        </w:rPr>
        <w:t xml:space="preserve">newer </w:t>
      </w:r>
    </w:p>
    <w:p w:rsidR="00BA20AB" w:rsidRPr="003B777F" w:rsidRDefault="00695EF0" w:rsidP="00BA20AB">
      <w:pPr>
        <w:pStyle w:val="ListBullet"/>
        <w:tabs>
          <w:tab w:val="clear" w:pos="360"/>
          <w:tab w:val="num" w:pos="-1080"/>
        </w:tabs>
        <w:ind w:left="360"/>
        <w:rPr>
          <w:rFonts w:ascii="Times New Roman" w:hAnsi="Times New Roman"/>
          <w:b/>
          <w:bCs/>
          <w:szCs w:val="24"/>
        </w:rPr>
      </w:pPr>
      <w:r w:rsidRPr="003B777F">
        <w:rPr>
          <w:rFonts w:ascii="Times New Roman" w:hAnsi="Times New Roman"/>
          <w:b/>
          <w:bCs/>
          <w:szCs w:val="24"/>
        </w:rPr>
        <w:t>Apache Ant 1.</w:t>
      </w:r>
      <w:r w:rsidR="009E4302">
        <w:rPr>
          <w:rFonts w:ascii="Times New Roman" w:hAnsi="Times New Roman"/>
          <w:b/>
          <w:bCs/>
          <w:szCs w:val="24"/>
        </w:rPr>
        <w:t>8</w:t>
      </w:r>
      <w:r w:rsidR="001F0B9A" w:rsidRPr="003B777F">
        <w:rPr>
          <w:rFonts w:ascii="Times New Roman" w:hAnsi="Times New Roman"/>
          <w:b/>
          <w:bCs/>
          <w:szCs w:val="24"/>
        </w:rPr>
        <w:t>.</w:t>
      </w:r>
      <w:r w:rsidR="009E4302">
        <w:rPr>
          <w:rFonts w:ascii="Times New Roman" w:hAnsi="Times New Roman"/>
          <w:b/>
          <w:bCs/>
          <w:szCs w:val="24"/>
        </w:rPr>
        <w:t>2</w:t>
      </w:r>
      <w:r w:rsidR="001F0B9A" w:rsidRPr="003B777F">
        <w:rPr>
          <w:rFonts w:ascii="Times New Roman" w:hAnsi="Times New Roman"/>
          <w:b/>
          <w:bCs/>
          <w:szCs w:val="24"/>
        </w:rPr>
        <w:t xml:space="preserve"> </w:t>
      </w:r>
      <w:r w:rsidR="00D44675">
        <w:rPr>
          <w:rFonts w:ascii="Times New Roman" w:hAnsi="Times New Roman"/>
          <w:b/>
          <w:bCs/>
          <w:szCs w:val="24"/>
        </w:rPr>
        <w:t xml:space="preserve">( newer </w:t>
      </w:r>
      <w:r w:rsidR="001F0B9A" w:rsidRPr="003B777F">
        <w:rPr>
          <w:rFonts w:ascii="Times New Roman" w:hAnsi="Times New Roman"/>
          <w:b/>
          <w:bCs/>
          <w:szCs w:val="24"/>
        </w:rPr>
        <w:t>should work as well )</w:t>
      </w:r>
    </w:p>
    <w:p w:rsidR="00695EF0" w:rsidRPr="003B777F" w:rsidRDefault="00695EF0" w:rsidP="00695EF0">
      <w:pPr>
        <w:pStyle w:val="ListBullet"/>
        <w:tabs>
          <w:tab w:val="clear" w:pos="360"/>
          <w:tab w:val="num" w:pos="-1080"/>
        </w:tabs>
        <w:ind w:left="360"/>
        <w:rPr>
          <w:rFonts w:ascii="Times New Roman" w:hAnsi="Times New Roman"/>
          <w:b/>
          <w:bCs/>
          <w:szCs w:val="24"/>
        </w:rPr>
      </w:pPr>
      <w:r w:rsidRPr="003B777F">
        <w:rPr>
          <w:rFonts w:ascii="Times New Roman" w:hAnsi="Times New Roman"/>
          <w:b/>
          <w:bCs/>
          <w:szCs w:val="24"/>
        </w:rPr>
        <w:t>CXF 2.3.0, and the path where is CXF is installed will be needed during the configuration.</w:t>
      </w:r>
    </w:p>
    <w:p w:rsidR="00695EF0" w:rsidRPr="003B777F" w:rsidRDefault="00695EF0" w:rsidP="00695EF0">
      <w:pPr>
        <w:pStyle w:val="Warning"/>
        <w:ind w:left="360"/>
        <w:rPr>
          <w:rFonts w:ascii="Times New Roman" w:hAnsi="Times New Roman"/>
          <w:bCs/>
          <w:szCs w:val="24"/>
        </w:rPr>
      </w:pPr>
      <w:r w:rsidRPr="003B777F">
        <w:rPr>
          <w:rFonts w:ascii="Times New Roman" w:hAnsi="Times New Roman"/>
          <w:bCs/>
          <w:szCs w:val="24"/>
        </w:rPr>
        <w:t>NOTE: Newer versions of CXF have additional binding configuration when running the WSDL2Java tool that are not explained as part of setup.</w:t>
      </w:r>
    </w:p>
    <w:p w:rsidR="00BA20AB" w:rsidRPr="003B777F" w:rsidRDefault="00695EF0" w:rsidP="000B393C">
      <w:pPr>
        <w:pStyle w:val="ListBullet"/>
        <w:numPr>
          <w:ilvl w:val="0"/>
          <w:numId w:val="4"/>
        </w:numPr>
        <w:ind w:left="720"/>
        <w:rPr>
          <w:rFonts w:ascii="Times New Roman" w:hAnsi="Times New Roman"/>
          <w:b/>
          <w:bCs/>
          <w:szCs w:val="24"/>
        </w:rPr>
      </w:pPr>
      <w:r w:rsidRPr="003B777F">
        <w:rPr>
          <w:rFonts w:ascii="Times New Roman" w:hAnsi="Times New Roman"/>
          <w:b/>
          <w:bCs/>
          <w:szCs w:val="24"/>
        </w:rPr>
        <w:t xml:space="preserve">CXF 2.3.0 can be found at: </w:t>
      </w:r>
      <w:hyperlink r:id="rId8" w:history="1">
        <w:r w:rsidR="00357AD6" w:rsidRPr="003B777F">
          <w:rPr>
            <w:rStyle w:val="Hyperlink"/>
          </w:rPr>
          <w:t>https://archive.apache.org/dist/cxf/2.3.0/</w:t>
        </w:r>
      </w:hyperlink>
    </w:p>
    <w:p w:rsidR="00F96A5E" w:rsidRPr="003B777F" w:rsidRDefault="00A44BBF" w:rsidP="000B393C">
      <w:pPr>
        <w:pStyle w:val="ListBullet"/>
        <w:numPr>
          <w:ilvl w:val="0"/>
          <w:numId w:val="4"/>
        </w:numPr>
        <w:ind w:left="720"/>
      </w:pPr>
      <w:r w:rsidRPr="003B777F">
        <w:rPr>
          <w:rFonts w:ascii="Times New Roman" w:hAnsi="Times New Roman"/>
          <w:b/>
          <w:bCs/>
          <w:szCs w:val="24"/>
        </w:rPr>
        <w:t>CXF Release Notes</w:t>
      </w:r>
      <w:bookmarkStart w:id="1" w:name="ApacheCXF2.3.0ReleaseNotes-JavaDevelopme"/>
      <w:bookmarkEnd w:id="0"/>
      <w:bookmarkEnd w:id="1"/>
      <w:r w:rsidRPr="003B777F">
        <w:rPr>
          <w:rFonts w:ascii="Times New Roman" w:hAnsi="Times New Roman"/>
          <w:b/>
          <w:bCs/>
          <w:szCs w:val="24"/>
        </w:rPr>
        <w:t xml:space="preserve"> </w:t>
      </w:r>
      <w:hyperlink r:id="rId9" w:history="1">
        <w:r w:rsidRPr="003B777F">
          <w:rPr>
            <w:rStyle w:val="Hyperlink"/>
            <w:rFonts w:ascii="Times New Roman" w:hAnsi="Times New Roman"/>
            <w:b/>
            <w:bCs/>
            <w:szCs w:val="24"/>
          </w:rPr>
          <w:t>http://cxf.apache.org/apache-cxf-230-release-notes.html</w:t>
        </w:r>
      </w:hyperlink>
      <w:r w:rsidR="00F96A5E" w:rsidRPr="003B777F">
        <w:t xml:space="preserve"> </w:t>
      </w:r>
    </w:p>
    <w:p w:rsidR="00630BA2" w:rsidRPr="003B777F" w:rsidRDefault="00630BA2" w:rsidP="00A44BBF">
      <w:pPr>
        <w:pStyle w:val="ISOHeader2"/>
      </w:pPr>
    </w:p>
    <w:p w:rsidR="007C27E1" w:rsidRPr="003B777F" w:rsidRDefault="00C54D80" w:rsidP="000B393C">
      <w:pPr>
        <w:pStyle w:val="ISOHeader1"/>
        <w:numPr>
          <w:ilvl w:val="0"/>
          <w:numId w:val="10"/>
        </w:numPr>
      </w:pPr>
      <w:r w:rsidRPr="00C54D80">
        <w:t xml:space="preserve">wind_ integration_data_exchange_specification_and_sample_files.zip </w:t>
      </w:r>
    </w:p>
    <w:p w:rsidR="00D05F88" w:rsidRDefault="007C27E1" w:rsidP="007C27E1">
      <w:pPr>
        <w:pStyle w:val="ISOTableText"/>
      </w:pPr>
      <w:r w:rsidRPr="003B777F">
        <w:t xml:space="preserve">Download </w:t>
      </w:r>
      <w:r w:rsidR="00C54D80" w:rsidRPr="00C54D80">
        <w:t>wind_ integration_data_exchange_specification_and_sample_files.zip</w:t>
      </w:r>
      <w:r w:rsidRPr="003B777F">
        <w:t xml:space="preserve"> and unpack it into a local directory </w:t>
      </w:r>
    </w:p>
    <w:p w:rsidR="007C27E1" w:rsidRDefault="00B31654" w:rsidP="007C27E1">
      <w:pPr>
        <w:pStyle w:val="ISOTableText"/>
      </w:pPr>
      <w:r w:rsidRPr="003B777F">
        <w:lastRenderedPageBreak/>
        <w:t xml:space="preserve">For the remainder of this document assume it is downloaded to </w:t>
      </w:r>
      <w:r w:rsidR="007C27E1" w:rsidRPr="003B777F">
        <w:t>c:\</w:t>
      </w:r>
      <w:r w:rsidR="00125BAD" w:rsidRPr="00125BAD">
        <w:t xml:space="preserve"> Wind_Client_Sample_Java_Program</w:t>
      </w:r>
      <w:r w:rsidR="007C27E1" w:rsidRPr="003B777F">
        <w:t>\”</w:t>
      </w:r>
    </w:p>
    <w:p w:rsidR="00D05F88" w:rsidRDefault="00D05F88" w:rsidP="007C27E1">
      <w:pPr>
        <w:pStyle w:val="ISOTableText"/>
      </w:pPr>
      <w:r>
        <w:t>Here is an overvi</w:t>
      </w:r>
      <w:r w:rsidR="00D423C5">
        <w:t>ew of changes that will be covered in detail in the next few sections of this document</w:t>
      </w:r>
      <w:r>
        <w:t>.</w:t>
      </w:r>
    </w:p>
    <w:p w:rsidR="00F659F2" w:rsidRDefault="00C54D80" w:rsidP="007C27E1">
      <w:pPr>
        <w:pStyle w:val="ISOTableText"/>
      </w:pPr>
      <w:r>
        <w:rPr>
          <w:noProof/>
        </w:rPr>
        <w:drawing>
          <wp:inline distT="0" distB="0" distL="0" distR="0">
            <wp:extent cx="5715000" cy="290512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715000" cy="2905125"/>
                    </a:xfrm>
                    <a:prstGeom prst="rect">
                      <a:avLst/>
                    </a:prstGeom>
                    <a:noFill/>
                    <a:ln w="9525">
                      <a:noFill/>
                      <a:miter lim="800000"/>
                      <a:headEnd/>
                      <a:tailEnd/>
                    </a:ln>
                  </pic:spPr>
                </pic:pic>
              </a:graphicData>
            </a:graphic>
          </wp:inline>
        </w:drawing>
      </w:r>
    </w:p>
    <w:p w:rsidR="00F659F2" w:rsidRDefault="00F659F2" w:rsidP="007C27E1">
      <w:pPr>
        <w:pStyle w:val="ISOTableText"/>
      </w:pPr>
    </w:p>
    <w:p w:rsidR="00695EF0" w:rsidRPr="003B777F" w:rsidRDefault="00534E97" w:rsidP="000B393C">
      <w:pPr>
        <w:pStyle w:val="Heading1"/>
        <w:numPr>
          <w:ilvl w:val="0"/>
          <w:numId w:val="10"/>
        </w:numPr>
      </w:pPr>
      <w:r w:rsidRPr="003B777F">
        <w:t>O</w:t>
      </w:r>
      <w:r w:rsidR="00A91BB5" w:rsidRPr="003B777F">
        <w:t>btain a current version of the W</w:t>
      </w:r>
      <w:r w:rsidR="00351E4D" w:rsidRPr="003B777F">
        <w:t>ebservice</w:t>
      </w:r>
      <w:r w:rsidR="00A91BB5" w:rsidRPr="003B777F">
        <w:t xml:space="preserve"> </w:t>
      </w:r>
      <w:r w:rsidR="00AD4CA0" w:rsidRPr="003B777F">
        <w:t>WSDL and XSD</w:t>
      </w:r>
    </w:p>
    <w:p w:rsidR="00383050" w:rsidRPr="003B777F" w:rsidRDefault="00383050" w:rsidP="00B41958">
      <w:pPr>
        <w:pStyle w:val="BodyText"/>
        <w:ind w:left="0"/>
      </w:pPr>
    </w:p>
    <w:p w:rsidR="00A5558B" w:rsidRPr="003B777F" w:rsidRDefault="003F0B9C" w:rsidP="004C569F">
      <w:pPr>
        <w:pStyle w:val="BodyText"/>
        <w:ind w:left="0"/>
      </w:pPr>
      <w:r>
        <w:t>Both versions of the</w:t>
      </w:r>
      <w:r w:rsidR="00383050" w:rsidRPr="003B777F">
        <w:t xml:space="preserve"> </w:t>
      </w:r>
      <w:r w:rsidR="00F07CAF">
        <w:t>S</w:t>
      </w:r>
      <w:r w:rsidR="00383050" w:rsidRPr="003B777F">
        <w:t xml:space="preserve">ample </w:t>
      </w:r>
      <w:r w:rsidR="00F07CAF">
        <w:t>C</w:t>
      </w:r>
      <w:r w:rsidR="00383050" w:rsidRPr="003B777F">
        <w:t xml:space="preserve">lient </w:t>
      </w:r>
      <w:r w:rsidR="00F07CAF">
        <w:t>P</w:t>
      </w:r>
      <w:r w:rsidR="00383050" w:rsidRPr="003B777F">
        <w:t xml:space="preserve">rogram are built from and are dependent on </w:t>
      </w:r>
      <w:r w:rsidR="004C569F" w:rsidRPr="004C569F">
        <w:t>WindIntegration.wsdl</w:t>
      </w:r>
      <w:r w:rsidR="00383050" w:rsidRPr="003B777F">
        <w:t xml:space="preserve"> and </w:t>
      </w:r>
      <w:r w:rsidR="004C569F" w:rsidRPr="004C569F">
        <w:t>WindIntegration.xsd</w:t>
      </w:r>
      <w:r w:rsidR="004C569F">
        <w:t xml:space="preserve"> </w:t>
      </w:r>
      <w:r w:rsidR="00383050" w:rsidRPr="003B777F">
        <w:t xml:space="preserve">files.  </w:t>
      </w:r>
    </w:p>
    <w:p w:rsidR="004C569F" w:rsidRDefault="004C569F" w:rsidP="00D423C5">
      <w:pPr>
        <w:rPr>
          <w:rFonts w:ascii="Arial" w:hAnsi="Arial"/>
          <w:sz w:val="24"/>
        </w:rPr>
      </w:pPr>
    </w:p>
    <w:p w:rsidR="00D423C5" w:rsidRPr="00D423C5" w:rsidRDefault="00D423C5" w:rsidP="00D423C5">
      <w:r w:rsidRPr="00D423C5">
        <w:rPr>
          <w:rFonts w:ascii="Arial" w:hAnsi="Arial"/>
          <w:sz w:val="24"/>
        </w:rPr>
        <w:t xml:space="preserve">Currently this document is a zip file titled </w:t>
      </w:r>
      <w:hyperlink r:id="rId11" w:history="1">
        <w:r w:rsidR="000C365B">
          <w:rPr>
            <w:rFonts w:ascii="Arial" w:hAnsi="Arial"/>
            <w:i/>
            <w:sz w:val="24"/>
          </w:rPr>
          <w:t>Wind Integration</w:t>
        </w:r>
        <w:r w:rsidRPr="00D423C5">
          <w:rPr>
            <w:rFonts w:ascii="Arial" w:hAnsi="Arial"/>
            <w:i/>
            <w:sz w:val="24"/>
          </w:rPr>
          <w:t xml:space="preserve"> Web Service Definition Files</w:t>
        </w:r>
      </w:hyperlink>
      <w:r>
        <w:rPr>
          <w:rFonts w:ascii="Arial" w:hAnsi="Arial"/>
          <w:i/>
          <w:sz w:val="24"/>
        </w:rPr>
        <w:t>.</w:t>
      </w:r>
    </w:p>
    <w:p w:rsidR="00AD4CA0" w:rsidRPr="003B777F" w:rsidRDefault="00AD4CA0" w:rsidP="00AD4CA0">
      <w:pPr>
        <w:pStyle w:val="BodyText"/>
        <w:ind w:left="0"/>
      </w:pPr>
      <w:r w:rsidRPr="003B777F">
        <w:t xml:space="preserve">Future releases of the MUI may require you to obtain new versions of the WSDL and XSD files and would require the </w:t>
      </w:r>
      <w:r w:rsidR="00F07CAF">
        <w:t>S</w:t>
      </w:r>
      <w:r w:rsidRPr="003B777F">
        <w:t xml:space="preserve">ample </w:t>
      </w:r>
      <w:r w:rsidR="00F07CAF">
        <w:t>Client P</w:t>
      </w:r>
      <w:r w:rsidRPr="003B777F">
        <w:t>rogram</w:t>
      </w:r>
      <w:r w:rsidR="00F07CAF">
        <w:t>s</w:t>
      </w:r>
      <w:r w:rsidRPr="003B777F">
        <w:t xml:space="preserve"> to be rebuilt against the modified WSDL/XSD.</w:t>
      </w:r>
    </w:p>
    <w:p w:rsidR="00E56995" w:rsidRPr="003B777F" w:rsidRDefault="00E56995" w:rsidP="00AD4CA0">
      <w:pPr>
        <w:pStyle w:val="BodyText"/>
        <w:ind w:left="0"/>
      </w:pPr>
    </w:p>
    <w:p w:rsidR="00534E97" w:rsidRPr="003B777F" w:rsidRDefault="00001A6E" w:rsidP="000B393C">
      <w:pPr>
        <w:pStyle w:val="ISOHeader1"/>
        <w:numPr>
          <w:ilvl w:val="0"/>
          <w:numId w:val="10"/>
        </w:numPr>
      </w:pPr>
      <w:r w:rsidRPr="003B777F">
        <w:t>Obtain and configure</w:t>
      </w:r>
      <w:r w:rsidR="00534E97" w:rsidRPr="003B777F">
        <w:t xml:space="preserve"> Client Certificate</w:t>
      </w:r>
      <w:r w:rsidRPr="003B777F">
        <w:t xml:space="preserve"> </w:t>
      </w:r>
      <w:r w:rsidR="00534E97" w:rsidRPr="003B777F">
        <w:t xml:space="preserve">and </w:t>
      </w:r>
      <w:r w:rsidRPr="003B777F">
        <w:t xml:space="preserve">Trusted </w:t>
      </w:r>
      <w:r w:rsidR="00534E97" w:rsidRPr="003B777F">
        <w:t xml:space="preserve">Server </w:t>
      </w:r>
      <w:r w:rsidRPr="003B777F">
        <w:t>ID</w:t>
      </w:r>
      <w:r w:rsidR="00534E97" w:rsidRPr="003B777F">
        <w:t>.</w:t>
      </w:r>
    </w:p>
    <w:p w:rsidR="00A5558B" w:rsidRPr="003B777F" w:rsidRDefault="003F132E" w:rsidP="00534E97">
      <w:pPr>
        <w:pStyle w:val="BodyText"/>
        <w:ind w:left="0"/>
      </w:pPr>
      <w:r w:rsidRPr="003B777F">
        <w:t>To use these webservices</w:t>
      </w:r>
      <w:r w:rsidR="003F0B9C">
        <w:t xml:space="preserve"> from </w:t>
      </w:r>
      <w:r w:rsidR="00E03F88">
        <w:t>The</w:t>
      </w:r>
      <w:r w:rsidR="003F0B9C">
        <w:t xml:space="preserve"> Sample Client Program</w:t>
      </w:r>
      <w:r w:rsidRPr="003B777F">
        <w:t>, y</w:t>
      </w:r>
      <w:r w:rsidR="00001A6E" w:rsidRPr="003B777F">
        <w:t xml:space="preserve">ou will </w:t>
      </w:r>
      <w:r w:rsidR="00A5558B" w:rsidRPr="003B777F">
        <w:t xml:space="preserve">first </w:t>
      </w:r>
      <w:r w:rsidR="00001A6E" w:rsidRPr="003B777F">
        <w:t xml:space="preserve">need to obtain </w:t>
      </w:r>
      <w:r w:rsidR="00A5558B" w:rsidRPr="003B777F">
        <w:t xml:space="preserve">the following from </w:t>
      </w:r>
      <w:r w:rsidR="00E52403">
        <w:t>your designated Security Administrator ( if you do not know who this is, contact ISO-NE Market Support Services )</w:t>
      </w:r>
      <w:r w:rsidR="00A5558B" w:rsidRPr="003B777F">
        <w:t>.</w:t>
      </w:r>
    </w:p>
    <w:p w:rsidR="00A5558B" w:rsidRPr="003B777F" w:rsidRDefault="00383050" w:rsidP="000B393C">
      <w:pPr>
        <w:pStyle w:val="BodyText"/>
        <w:numPr>
          <w:ilvl w:val="0"/>
          <w:numId w:val="6"/>
        </w:numPr>
      </w:pPr>
      <w:r w:rsidRPr="003B777F">
        <w:t xml:space="preserve">Client Certificate(s) </w:t>
      </w:r>
      <w:r w:rsidR="005F5C41" w:rsidRPr="003B777F">
        <w:t xml:space="preserve"> </w:t>
      </w:r>
    </w:p>
    <w:p w:rsidR="00A5558B" w:rsidRPr="003B777F" w:rsidRDefault="00A5558B" w:rsidP="000B393C">
      <w:pPr>
        <w:pStyle w:val="BodyText"/>
        <w:numPr>
          <w:ilvl w:val="0"/>
          <w:numId w:val="6"/>
        </w:numPr>
      </w:pPr>
      <w:r w:rsidRPr="003B777F">
        <w:t>W</w:t>
      </w:r>
      <w:r w:rsidR="00383050" w:rsidRPr="003B777F">
        <w:t xml:space="preserve">ebservice </w:t>
      </w:r>
      <w:r w:rsidR="001947F5" w:rsidRPr="003B777F">
        <w:t>E</w:t>
      </w:r>
      <w:r w:rsidR="00383050" w:rsidRPr="003B777F">
        <w:t xml:space="preserve">ndpoint </w:t>
      </w:r>
      <w:r w:rsidR="001947F5" w:rsidRPr="003B777F">
        <w:t>A</w:t>
      </w:r>
      <w:r w:rsidR="00383050" w:rsidRPr="003B777F">
        <w:t xml:space="preserve">ddress </w:t>
      </w:r>
    </w:p>
    <w:p w:rsidR="001947F5" w:rsidRPr="003B777F" w:rsidRDefault="001947F5" w:rsidP="001947F5">
      <w:pPr>
        <w:pStyle w:val="BodyText"/>
        <w:ind w:left="0"/>
      </w:pPr>
    </w:p>
    <w:p w:rsidR="005F5C41" w:rsidRPr="003B777F" w:rsidRDefault="005F5C41" w:rsidP="000B393C">
      <w:pPr>
        <w:pStyle w:val="ISOHeader1"/>
        <w:numPr>
          <w:ilvl w:val="0"/>
          <w:numId w:val="10"/>
        </w:numPr>
      </w:pPr>
      <w:r w:rsidRPr="003B777F">
        <w:lastRenderedPageBreak/>
        <w:t xml:space="preserve">Exporting Client Certificate From </w:t>
      </w:r>
      <w:r w:rsidR="007B1FAD" w:rsidRPr="003B777F">
        <w:t>Internet Explorer.</w:t>
      </w:r>
    </w:p>
    <w:p w:rsidR="000A546F" w:rsidRPr="000A546F" w:rsidRDefault="007B1FAD" w:rsidP="000A546F">
      <w:pPr>
        <w:widowControl/>
        <w:spacing w:line="240" w:lineRule="auto"/>
        <w:rPr>
          <w:sz w:val="24"/>
          <w:szCs w:val="24"/>
        </w:rPr>
      </w:pPr>
      <w:bookmarkStart w:id="2" w:name="client-cert"/>
      <w:r w:rsidRPr="003B777F">
        <w:rPr>
          <w:sz w:val="24"/>
          <w:szCs w:val="24"/>
        </w:rPr>
        <w:t xml:space="preserve">Once you have </w:t>
      </w:r>
      <w:r w:rsidR="006A0337" w:rsidRPr="003B777F">
        <w:rPr>
          <w:sz w:val="24"/>
          <w:szCs w:val="24"/>
        </w:rPr>
        <w:t xml:space="preserve">a </w:t>
      </w:r>
      <w:r w:rsidR="00630AA5" w:rsidRPr="003B777F">
        <w:rPr>
          <w:sz w:val="24"/>
          <w:szCs w:val="24"/>
        </w:rPr>
        <w:t xml:space="preserve">Client </w:t>
      </w:r>
      <w:r w:rsidR="006A0337" w:rsidRPr="003B777F">
        <w:rPr>
          <w:sz w:val="24"/>
          <w:szCs w:val="24"/>
        </w:rPr>
        <w:t xml:space="preserve">Certificate installed on your browser you </w:t>
      </w:r>
      <w:r w:rsidRPr="003B777F">
        <w:rPr>
          <w:sz w:val="24"/>
          <w:szCs w:val="24"/>
        </w:rPr>
        <w:t xml:space="preserve">will need to </w:t>
      </w:r>
      <w:r w:rsidR="006A0337" w:rsidRPr="003B777F">
        <w:rPr>
          <w:sz w:val="24"/>
          <w:szCs w:val="24"/>
        </w:rPr>
        <w:t>d</w:t>
      </w:r>
      <w:r w:rsidR="000A546F" w:rsidRPr="000A546F">
        <w:rPr>
          <w:sz w:val="24"/>
          <w:szCs w:val="24"/>
        </w:rPr>
        <w:t xml:space="preserve">o the following to convert </w:t>
      </w:r>
      <w:r w:rsidR="006A0337" w:rsidRPr="003B777F">
        <w:rPr>
          <w:sz w:val="24"/>
          <w:szCs w:val="24"/>
        </w:rPr>
        <w:t>that</w:t>
      </w:r>
      <w:r w:rsidR="000A546F" w:rsidRPr="003B777F">
        <w:rPr>
          <w:sz w:val="24"/>
          <w:szCs w:val="24"/>
        </w:rPr>
        <w:t xml:space="preserve"> certificate </w:t>
      </w:r>
      <w:r w:rsidR="000A546F" w:rsidRPr="000A546F">
        <w:rPr>
          <w:sz w:val="24"/>
          <w:szCs w:val="24"/>
        </w:rPr>
        <w:t>to a</w:t>
      </w:r>
      <w:r w:rsidR="006A0337" w:rsidRPr="003B777F">
        <w:rPr>
          <w:sz w:val="24"/>
          <w:szCs w:val="24"/>
        </w:rPr>
        <w:t xml:space="preserve"> form that the </w:t>
      </w:r>
      <w:r w:rsidR="00F07CAF">
        <w:rPr>
          <w:sz w:val="24"/>
          <w:szCs w:val="24"/>
        </w:rPr>
        <w:t>S</w:t>
      </w:r>
      <w:r w:rsidR="003F0B9C">
        <w:rPr>
          <w:sz w:val="24"/>
          <w:szCs w:val="24"/>
        </w:rPr>
        <w:t xml:space="preserve">ample </w:t>
      </w:r>
      <w:r w:rsidR="00F07CAF">
        <w:rPr>
          <w:sz w:val="24"/>
          <w:szCs w:val="24"/>
        </w:rPr>
        <w:t>Client P</w:t>
      </w:r>
      <w:r w:rsidR="003F0B9C">
        <w:rPr>
          <w:sz w:val="24"/>
          <w:szCs w:val="24"/>
        </w:rPr>
        <w:t>rograms</w:t>
      </w:r>
      <w:r w:rsidR="006A0337" w:rsidRPr="003B777F">
        <w:rPr>
          <w:sz w:val="24"/>
          <w:szCs w:val="24"/>
        </w:rPr>
        <w:t xml:space="preserve"> can </w:t>
      </w:r>
      <w:r w:rsidRPr="003B777F">
        <w:rPr>
          <w:sz w:val="24"/>
          <w:szCs w:val="24"/>
        </w:rPr>
        <w:t>access</w:t>
      </w:r>
      <w:r w:rsidR="006A0337" w:rsidRPr="003B777F">
        <w:rPr>
          <w:sz w:val="24"/>
          <w:szCs w:val="24"/>
        </w:rPr>
        <w:t>.  Other browsers will have similar ways to export your Client Certificate</w:t>
      </w:r>
    </w:p>
    <w:p w:rsidR="000A546F" w:rsidRPr="000A546F" w:rsidRDefault="000A546F" w:rsidP="000B393C">
      <w:pPr>
        <w:widowControl/>
        <w:numPr>
          <w:ilvl w:val="0"/>
          <w:numId w:val="8"/>
        </w:numPr>
        <w:spacing w:before="100" w:beforeAutospacing="1" w:after="100" w:afterAutospacing="1" w:line="240" w:lineRule="auto"/>
        <w:rPr>
          <w:sz w:val="24"/>
          <w:szCs w:val="24"/>
        </w:rPr>
      </w:pPr>
      <w:r w:rsidRPr="000A546F">
        <w:rPr>
          <w:sz w:val="24"/>
          <w:szCs w:val="24"/>
        </w:rPr>
        <w:t xml:space="preserve">Launch the </w:t>
      </w:r>
      <w:r w:rsidR="00630AA5" w:rsidRPr="003B777F">
        <w:rPr>
          <w:sz w:val="24"/>
          <w:szCs w:val="24"/>
        </w:rPr>
        <w:t>Explorer</w:t>
      </w:r>
      <w:r w:rsidRPr="000A546F">
        <w:rPr>
          <w:sz w:val="24"/>
          <w:szCs w:val="24"/>
        </w:rPr>
        <w:t xml:space="preserve">, </w:t>
      </w:r>
    </w:p>
    <w:p w:rsidR="000A546F" w:rsidRPr="000A546F" w:rsidRDefault="000A546F" w:rsidP="000B393C">
      <w:pPr>
        <w:widowControl/>
        <w:numPr>
          <w:ilvl w:val="0"/>
          <w:numId w:val="8"/>
        </w:numPr>
        <w:spacing w:before="100" w:beforeAutospacing="1" w:after="100" w:afterAutospacing="1" w:line="240" w:lineRule="auto"/>
        <w:rPr>
          <w:sz w:val="24"/>
          <w:szCs w:val="24"/>
        </w:rPr>
      </w:pPr>
      <w:r w:rsidRPr="000A546F">
        <w:rPr>
          <w:sz w:val="24"/>
          <w:szCs w:val="24"/>
        </w:rPr>
        <w:t xml:space="preserve">select </w:t>
      </w:r>
      <w:r w:rsidRPr="003B777F">
        <w:rPr>
          <w:sz w:val="24"/>
          <w:szCs w:val="24"/>
        </w:rPr>
        <w:t>“</w:t>
      </w:r>
      <w:r w:rsidRPr="000A546F">
        <w:rPr>
          <w:sz w:val="24"/>
          <w:szCs w:val="24"/>
        </w:rPr>
        <w:t>Tools-&gt;</w:t>
      </w:r>
      <w:r w:rsidR="00DA6136">
        <w:rPr>
          <w:sz w:val="24"/>
          <w:szCs w:val="24"/>
        </w:rPr>
        <w:t xml:space="preserve">Internet </w:t>
      </w:r>
      <w:r w:rsidRPr="003B777F">
        <w:rPr>
          <w:sz w:val="24"/>
          <w:szCs w:val="24"/>
        </w:rPr>
        <w:t>Options</w:t>
      </w:r>
      <w:r w:rsidRPr="000A546F">
        <w:rPr>
          <w:sz w:val="24"/>
          <w:szCs w:val="24"/>
        </w:rPr>
        <w:t xml:space="preserve">" command from the menubar, </w:t>
      </w:r>
    </w:p>
    <w:p w:rsidR="000A546F" w:rsidRPr="003B777F" w:rsidRDefault="000A546F" w:rsidP="000B393C">
      <w:pPr>
        <w:widowControl/>
        <w:numPr>
          <w:ilvl w:val="0"/>
          <w:numId w:val="8"/>
        </w:numPr>
        <w:spacing w:before="100" w:beforeAutospacing="1" w:after="100" w:afterAutospacing="1" w:line="240" w:lineRule="auto"/>
        <w:rPr>
          <w:sz w:val="24"/>
          <w:szCs w:val="24"/>
        </w:rPr>
      </w:pPr>
      <w:r w:rsidRPr="003B777F">
        <w:rPr>
          <w:sz w:val="24"/>
          <w:szCs w:val="24"/>
        </w:rPr>
        <w:t xml:space="preserve">In the </w:t>
      </w:r>
      <w:r w:rsidR="00630AA5" w:rsidRPr="003B777F">
        <w:rPr>
          <w:sz w:val="24"/>
          <w:szCs w:val="24"/>
        </w:rPr>
        <w:t xml:space="preserve">Internet </w:t>
      </w:r>
      <w:r w:rsidRPr="003B777F">
        <w:rPr>
          <w:sz w:val="24"/>
          <w:szCs w:val="24"/>
        </w:rPr>
        <w:t xml:space="preserve">Options window, select the </w:t>
      </w:r>
      <w:r w:rsidR="00630AA5" w:rsidRPr="003B777F">
        <w:rPr>
          <w:sz w:val="24"/>
          <w:szCs w:val="24"/>
        </w:rPr>
        <w:t>tab “Content”</w:t>
      </w:r>
      <w:r w:rsidRPr="003B777F">
        <w:rPr>
          <w:sz w:val="24"/>
          <w:szCs w:val="24"/>
        </w:rPr>
        <w:t>.</w:t>
      </w:r>
    </w:p>
    <w:p w:rsidR="000A546F" w:rsidRPr="003B777F" w:rsidRDefault="000A546F" w:rsidP="000B393C">
      <w:pPr>
        <w:widowControl/>
        <w:numPr>
          <w:ilvl w:val="0"/>
          <w:numId w:val="8"/>
        </w:numPr>
        <w:spacing w:before="100" w:beforeAutospacing="1" w:after="100" w:afterAutospacing="1" w:line="240" w:lineRule="auto"/>
        <w:rPr>
          <w:sz w:val="24"/>
          <w:szCs w:val="24"/>
        </w:rPr>
      </w:pPr>
      <w:r w:rsidRPr="003B777F">
        <w:rPr>
          <w:sz w:val="24"/>
          <w:szCs w:val="24"/>
        </w:rPr>
        <w:t>Press button Certificates.</w:t>
      </w:r>
    </w:p>
    <w:p w:rsidR="000A546F" w:rsidRPr="003B777F" w:rsidRDefault="00630AA5" w:rsidP="000B393C">
      <w:pPr>
        <w:widowControl/>
        <w:numPr>
          <w:ilvl w:val="0"/>
          <w:numId w:val="8"/>
        </w:numPr>
        <w:spacing w:before="100" w:beforeAutospacing="1" w:after="100" w:afterAutospacing="1" w:line="240" w:lineRule="auto"/>
        <w:rPr>
          <w:sz w:val="24"/>
          <w:szCs w:val="24"/>
        </w:rPr>
      </w:pPr>
      <w:r w:rsidRPr="003B777F">
        <w:rPr>
          <w:sz w:val="24"/>
          <w:szCs w:val="24"/>
        </w:rPr>
        <w:t>In the Certificates Window, S</w:t>
      </w:r>
      <w:r w:rsidR="000A546F" w:rsidRPr="003B777F">
        <w:rPr>
          <w:sz w:val="24"/>
          <w:szCs w:val="24"/>
        </w:rPr>
        <w:t>elect tab “</w:t>
      </w:r>
      <w:r w:rsidRPr="003B777F">
        <w:rPr>
          <w:sz w:val="24"/>
          <w:szCs w:val="24"/>
        </w:rPr>
        <w:t>Personal</w:t>
      </w:r>
      <w:r w:rsidR="000A546F" w:rsidRPr="003B777F">
        <w:rPr>
          <w:sz w:val="24"/>
          <w:szCs w:val="24"/>
        </w:rPr>
        <w:t>”</w:t>
      </w:r>
    </w:p>
    <w:p w:rsidR="00630AA5" w:rsidRPr="003B777F" w:rsidRDefault="000A546F" w:rsidP="000B393C">
      <w:pPr>
        <w:widowControl/>
        <w:numPr>
          <w:ilvl w:val="0"/>
          <w:numId w:val="8"/>
        </w:numPr>
        <w:spacing w:line="240" w:lineRule="auto"/>
        <w:rPr>
          <w:sz w:val="24"/>
          <w:szCs w:val="24"/>
        </w:rPr>
      </w:pPr>
      <w:r w:rsidRPr="003B777F">
        <w:rPr>
          <w:sz w:val="24"/>
          <w:szCs w:val="24"/>
        </w:rPr>
        <w:t>Locate</w:t>
      </w:r>
      <w:r w:rsidRPr="000A546F">
        <w:rPr>
          <w:sz w:val="24"/>
          <w:szCs w:val="24"/>
        </w:rPr>
        <w:t xml:space="preserve"> </w:t>
      </w:r>
      <w:r w:rsidR="00630AA5" w:rsidRPr="003B777F">
        <w:rPr>
          <w:sz w:val="24"/>
          <w:szCs w:val="24"/>
        </w:rPr>
        <w:t>and click to select a</w:t>
      </w:r>
      <w:r w:rsidRPr="000A546F">
        <w:rPr>
          <w:sz w:val="24"/>
          <w:szCs w:val="24"/>
        </w:rPr>
        <w:t xml:space="preserve"> certificate </w:t>
      </w:r>
      <w:r w:rsidR="00630AA5" w:rsidRPr="003B777F">
        <w:rPr>
          <w:sz w:val="24"/>
          <w:szCs w:val="24"/>
        </w:rPr>
        <w:t xml:space="preserve">Issued by GlobalSign.  </w:t>
      </w:r>
    </w:p>
    <w:p w:rsidR="000A546F" w:rsidRPr="003B777F" w:rsidRDefault="000A546F" w:rsidP="007B1FAD">
      <w:pPr>
        <w:widowControl/>
        <w:spacing w:line="240" w:lineRule="auto"/>
        <w:ind w:left="720"/>
        <w:rPr>
          <w:sz w:val="24"/>
          <w:szCs w:val="24"/>
        </w:rPr>
      </w:pPr>
      <w:r w:rsidRPr="000A546F">
        <w:rPr>
          <w:sz w:val="24"/>
          <w:szCs w:val="24"/>
        </w:rPr>
        <w:t xml:space="preserve">If the certificate has been renewed one or more times, select the most recent </w:t>
      </w:r>
      <w:r w:rsidRPr="003B777F">
        <w:rPr>
          <w:sz w:val="24"/>
          <w:szCs w:val="24"/>
        </w:rPr>
        <w:t>one.</w:t>
      </w:r>
    </w:p>
    <w:p w:rsidR="00630AA5" w:rsidRDefault="00630AA5" w:rsidP="000B393C">
      <w:pPr>
        <w:widowControl/>
        <w:numPr>
          <w:ilvl w:val="0"/>
          <w:numId w:val="8"/>
        </w:numPr>
        <w:spacing w:line="240" w:lineRule="auto"/>
        <w:rPr>
          <w:sz w:val="24"/>
          <w:szCs w:val="24"/>
        </w:rPr>
      </w:pPr>
      <w:r w:rsidRPr="003B777F">
        <w:rPr>
          <w:sz w:val="24"/>
          <w:szCs w:val="24"/>
        </w:rPr>
        <w:t>Press button “Export”</w:t>
      </w:r>
      <w:r w:rsidR="007B1FAD" w:rsidRPr="003B777F">
        <w:rPr>
          <w:sz w:val="24"/>
          <w:szCs w:val="24"/>
        </w:rPr>
        <w:t xml:space="preserve"> to open the Certificate Export Wizard.</w:t>
      </w:r>
    </w:p>
    <w:p w:rsidR="00DA6136" w:rsidRPr="000A546F" w:rsidRDefault="00DA6136" w:rsidP="000B393C">
      <w:pPr>
        <w:widowControl/>
        <w:numPr>
          <w:ilvl w:val="0"/>
          <w:numId w:val="8"/>
        </w:numPr>
        <w:spacing w:line="240" w:lineRule="auto"/>
        <w:rPr>
          <w:sz w:val="24"/>
          <w:szCs w:val="24"/>
        </w:rPr>
      </w:pPr>
      <w:r>
        <w:rPr>
          <w:sz w:val="24"/>
          <w:szCs w:val="24"/>
        </w:rPr>
        <w:t>Press button “Next”</w:t>
      </w:r>
    </w:p>
    <w:p w:rsidR="000A546F" w:rsidRDefault="007B1FAD" w:rsidP="000B393C">
      <w:pPr>
        <w:widowControl/>
        <w:numPr>
          <w:ilvl w:val="0"/>
          <w:numId w:val="8"/>
        </w:numPr>
        <w:spacing w:before="100" w:beforeAutospacing="1" w:after="100" w:afterAutospacing="1" w:line="240" w:lineRule="auto"/>
        <w:rPr>
          <w:sz w:val="24"/>
          <w:szCs w:val="24"/>
        </w:rPr>
      </w:pPr>
      <w:bookmarkStart w:id="3" w:name="client-cert-password"/>
      <w:bookmarkEnd w:id="2"/>
      <w:r w:rsidRPr="003B777F">
        <w:rPr>
          <w:sz w:val="24"/>
          <w:szCs w:val="24"/>
        </w:rPr>
        <w:t xml:space="preserve">Select “Yes, export the private key” and </w:t>
      </w:r>
      <w:r w:rsidR="00630AA5" w:rsidRPr="003B777F">
        <w:rPr>
          <w:sz w:val="24"/>
          <w:szCs w:val="24"/>
        </w:rPr>
        <w:t>Press button “Next”</w:t>
      </w:r>
    </w:p>
    <w:p w:rsidR="00E57F2D" w:rsidRDefault="00E57F2D" w:rsidP="000B393C">
      <w:pPr>
        <w:widowControl/>
        <w:numPr>
          <w:ilvl w:val="0"/>
          <w:numId w:val="8"/>
        </w:numPr>
        <w:spacing w:before="100" w:beforeAutospacing="1" w:after="100" w:afterAutospacing="1" w:line="240" w:lineRule="auto"/>
        <w:rPr>
          <w:sz w:val="24"/>
          <w:szCs w:val="24"/>
        </w:rPr>
      </w:pPr>
      <w:r>
        <w:rPr>
          <w:sz w:val="24"/>
          <w:szCs w:val="24"/>
        </w:rPr>
        <w:t>Check - Include all certificates in the certification path if possible</w:t>
      </w:r>
    </w:p>
    <w:p w:rsidR="00E57F2D" w:rsidRPr="003B777F" w:rsidRDefault="00E57F2D" w:rsidP="000B393C">
      <w:pPr>
        <w:widowControl/>
        <w:numPr>
          <w:ilvl w:val="0"/>
          <w:numId w:val="8"/>
        </w:numPr>
        <w:spacing w:before="100" w:beforeAutospacing="1" w:after="100" w:afterAutospacing="1" w:line="240" w:lineRule="auto"/>
        <w:rPr>
          <w:sz w:val="24"/>
          <w:szCs w:val="24"/>
        </w:rPr>
      </w:pPr>
      <w:r>
        <w:rPr>
          <w:sz w:val="24"/>
          <w:szCs w:val="24"/>
        </w:rPr>
        <w:t>Check – Enable strong protection</w:t>
      </w:r>
    </w:p>
    <w:p w:rsidR="007B1FAD" w:rsidRPr="003B777F" w:rsidRDefault="007B1FAD" w:rsidP="000B393C">
      <w:pPr>
        <w:widowControl/>
        <w:numPr>
          <w:ilvl w:val="0"/>
          <w:numId w:val="8"/>
        </w:numPr>
        <w:spacing w:before="100" w:beforeAutospacing="1" w:after="100" w:afterAutospacing="1" w:line="240" w:lineRule="auto"/>
        <w:rPr>
          <w:sz w:val="24"/>
          <w:szCs w:val="24"/>
        </w:rPr>
      </w:pPr>
      <w:r w:rsidRPr="003B777F">
        <w:rPr>
          <w:sz w:val="24"/>
          <w:szCs w:val="24"/>
        </w:rPr>
        <w:t>Press Next button.</w:t>
      </w:r>
    </w:p>
    <w:p w:rsidR="007B1FAD" w:rsidRPr="003B777F" w:rsidRDefault="007B1FAD" w:rsidP="000B393C">
      <w:pPr>
        <w:widowControl/>
        <w:numPr>
          <w:ilvl w:val="0"/>
          <w:numId w:val="8"/>
        </w:numPr>
        <w:spacing w:before="100" w:beforeAutospacing="1" w:after="100" w:afterAutospacing="1" w:line="240" w:lineRule="auto"/>
        <w:rPr>
          <w:sz w:val="24"/>
          <w:szCs w:val="24"/>
        </w:rPr>
      </w:pPr>
      <w:r w:rsidRPr="003B777F">
        <w:rPr>
          <w:sz w:val="24"/>
          <w:szCs w:val="24"/>
        </w:rPr>
        <w:t>Enter a password for the Client Certificate.</w:t>
      </w:r>
    </w:p>
    <w:p w:rsidR="00421404" w:rsidRDefault="000A546F" w:rsidP="00421404">
      <w:pPr>
        <w:widowControl/>
        <w:numPr>
          <w:ilvl w:val="0"/>
          <w:numId w:val="8"/>
        </w:numPr>
        <w:spacing w:line="240" w:lineRule="auto"/>
        <w:rPr>
          <w:sz w:val="24"/>
          <w:szCs w:val="24"/>
        </w:rPr>
      </w:pPr>
      <w:r w:rsidRPr="000A546F">
        <w:rPr>
          <w:sz w:val="24"/>
          <w:szCs w:val="24"/>
        </w:rPr>
        <w:t xml:space="preserve">Choose </w:t>
      </w:r>
      <w:r w:rsidR="00421404">
        <w:rPr>
          <w:sz w:val="24"/>
          <w:szCs w:val="24"/>
        </w:rPr>
        <w:t>the following directory</w:t>
      </w:r>
      <w:r w:rsidR="00DA6136">
        <w:rPr>
          <w:sz w:val="24"/>
          <w:szCs w:val="24"/>
        </w:rPr>
        <w:t xml:space="preserve"> and file name </w:t>
      </w:r>
      <w:r w:rsidRPr="000A546F">
        <w:rPr>
          <w:sz w:val="24"/>
          <w:szCs w:val="24"/>
        </w:rPr>
        <w:t>for the export file.</w:t>
      </w:r>
    </w:p>
    <w:p w:rsidR="00421404" w:rsidRDefault="00421404" w:rsidP="00421404">
      <w:pPr>
        <w:widowControl/>
        <w:spacing w:line="240" w:lineRule="auto"/>
        <w:ind w:left="720"/>
        <w:rPr>
          <w:sz w:val="24"/>
          <w:szCs w:val="24"/>
        </w:rPr>
      </w:pPr>
      <w:r>
        <w:rPr>
          <w:sz w:val="24"/>
          <w:szCs w:val="24"/>
        </w:rPr>
        <w:t>c:\</w:t>
      </w:r>
      <w:r w:rsidR="002E16F6">
        <w:rPr>
          <w:sz w:val="24"/>
          <w:szCs w:val="24"/>
        </w:rPr>
        <w:t>Wind_Client_Sample_Java_Program</w:t>
      </w:r>
      <w:r>
        <w:rPr>
          <w:sz w:val="24"/>
          <w:szCs w:val="24"/>
        </w:rPr>
        <w:t>\certificates\</w:t>
      </w:r>
      <w:r w:rsidRPr="00421404">
        <w:rPr>
          <w:sz w:val="24"/>
          <w:szCs w:val="24"/>
        </w:rPr>
        <w:t>ClientCertificate.p</w:t>
      </w:r>
      <w:r w:rsidR="00445534">
        <w:rPr>
          <w:sz w:val="24"/>
          <w:szCs w:val="24"/>
        </w:rPr>
        <w:t>fx</w:t>
      </w:r>
      <w:r>
        <w:rPr>
          <w:sz w:val="24"/>
          <w:szCs w:val="24"/>
        </w:rPr>
        <w:t xml:space="preserve"> </w:t>
      </w:r>
    </w:p>
    <w:p w:rsidR="00421404" w:rsidRPr="00421404" w:rsidRDefault="00421404" w:rsidP="00421404">
      <w:pPr>
        <w:widowControl/>
        <w:spacing w:line="240" w:lineRule="auto"/>
        <w:ind w:left="720"/>
        <w:rPr>
          <w:sz w:val="24"/>
          <w:szCs w:val="24"/>
        </w:rPr>
      </w:pPr>
    </w:p>
    <w:p w:rsidR="001947F5" w:rsidRPr="003B777F" w:rsidRDefault="00F351B7" w:rsidP="00421404">
      <w:pPr>
        <w:pStyle w:val="ISOHeader1"/>
        <w:numPr>
          <w:ilvl w:val="0"/>
          <w:numId w:val="10"/>
        </w:numPr>
        <w:spacing w:before="0" w:after="0"/>
      </w:pPr>
      <w:bookmarkStart w:id="4" w:name="server-cert"/>
      <w:bookmarkEnd w:id="3"/>
      <w:r>
        <w:t>Obtaining</w:t>
      </w:r>
      <w:r w:rsidR="005F5C41" w:rsidRPr="003B777F">
        <w:t xml:space="preserve"> </w:t>
      </w:r>
      <w:r w:rsidR="001947F5" w:rsidRPr="003B777F">
        <w:t>Server ID's Signing Certificate</w:t>
      </w:r>
      <w:r w:rsidR="005F5C41" w:rsidRPr="003B777F">
        <w:t xml:space="preserve"> From </w:t>
      </w:r>
      <w:r>
        <w:t>GeoTrust CA.</w:t>
      </w:r>
    </w:p>
    <w:p w:rsidR="007B1FAD" w:rsidRPr="003B777F" w:rsidRDefault="007B1FAD" w:rsidP="001947F5">
      <w:r w:rsidRPr="003B777F">
        <w:t>T</w:t>
      </w:r>
      <w:r w:rsidR="001947F5" w:rsidRPr="003B777F">
        <w:t xml:space="preserve">he </w:t>
      </w:r>
      <w:r w:rsidRPr="003B777F">
        <w:t>Sample C</w:t>
      </w:r>
      <w:r w:rsidR="001947F5" w:rsidRPr="003B777F">
        <w:t>lient</w:t>
      </w:r>
      <w:r w:rsidRPr="003B777F">
        <w:t xml:space="preserve"> </w:t>
      </w:r>
      <w:r w:rsidR="00F07CAF">
        <w:t>Programs</w:t>
      </w:r>
      <w:r w:rsidR="001947F5" w:rsidRPr="003B777F">
        <w:t xml:space="preserve"> must validate</w:t>
      </w:r>
      <w:r w:rsidRPr="003B777F">
        <w:t xml:space="preserve"> the identity of the webserver and </w:t>
      </w:r>
      <w:r w:rsidR="001947F5" w:rsidRPr="003B777F">
        <w:t>need to have access to the root certificate of the Certificate Authority (CA) that signed the webserver's certificate. The Server ID for the webserver was signed by "</w:t>
      </w:r>
      <w:r w:rsidR="003F132E" w:rsidRPr="003B777F">
        <w:t>GeoTrust Global CA</w:t>
      </w:r>
      <w:r w:rsidR="001947F5" w:rsidRPr="003B777F">
        <w:t xml:space="preserve">" and </w:t>
      </w:r>
      <w:r w:rsidRPr="003B777F">
        <w:t>can be downloaded from the following site.</w:t>
      </w:r>
    </w:p>
    <w:p w:rsidR="007B1FAD" w:rsidRPr="003B777F" w:rsidRDefault="007B1FAD" w:rsidP="001947F5"/>
    <w:p w:rsidR="007B1FAD" w:rsidRDefault="0049604C" w:rsidP="001947F5">
      <w:hyperlink r:id="rId12" w:history="1">
        <w:r w:rsidR="007B1FAD" w:rsidRPr="003B777F">
          <w:rPr>
            <w:rStyle w:val="Hyperlink"/>
          </w:rPr>
          <w:t>https://www.geotrust.com/resources/root-certificates/</w:t>
        </w:r>
      </w:hyperlink>
    </w:p>
    <w:p w:rsidR="004524F9" w:rsidRPr="003B777F" w:rsidRDefault="004524F9" w:rsidP="001947F5"/>
    <w:p w:rsidR="00980339" w:rsidRDefault="003B777F" w:rsidP="001947F5">
      <w:r w:rsidRPr="003B777F">
        <w:t>Download Root 2 – GeoTrust Global CA with Serial Number 23456.</w:t>
      </w:r>
    </w:p>
    <w:p w:rsidR="00C3010B" w:rsidRDefault="00C3010B" w:rsidP="001947F5"/>
    <w:p w:rsidR="004524F9" w:rsidRDefault="004524F9" w:rsidP="001947F5">
      <w:r>
        <w:t>To Save the file locally</w:t>
      </w:r>
      <w:r w:rsidR="00C3010B">
        <w:t xml:space="preserve"> using Internet Explorer</w:t>
      </w:r>
      <w:r>
        <w:t xml:space="preserve"> . . .  </w:t>
      </w:r>
    </w:p>
    <w:p w:rsidR="004524F9" w:rsidRDefault="004524F9" w:rsidP="001947F5">
      <w:r>
        <w:t xml:space="preserve">    Right click</w:t>
      </w:r>
      <w:r w:rsidR="00C3010B">
        <w:t xml:space="preserve"> the link</w:t>
      </w:r>
      <w:r>
        <w:t>&gt;Save Target As&gt;</w:t>
      </w:r>
    </w:p>
    <w:p w:rsidR="00421404" w:rsidRDefault="004524F9" w:rsidP="001947F5">
      <w:pPr>
        <w:rPr>
          <w:b/>
          <w:sz w:val="24"/>
        </w:rPr>
      </w:pPr>
      <w:r>
        <w:t xml:space="preserve">    </w:t>
      </w:r>
      <w:r w:rsidR="00C3010B">
        <w:t>F</w:t>
      </w:r>
      <w:r>
        <w:t>ile name =</w:t>
      </w:r>
      <w:r w:rsidR="00421404">
        <w:t xml:space="preserve"> </w:t>
      </w:r>
      <w:r w:rsidR="00421404" w:rsidRPr="00980339">
        <w:rPr>
          <w:b/>
          <w:sz w:val="24"/>
        </w:rPr>
        <w:t>c:\</w:t>
      </w:r>
      <w:r w:rsidR="002E16F6" w:rsidRPr="002E16F6">
        <w:t xml:space="preserve"> </w:t>
      </w:r>
      <w:r w:rsidR="002E16F6" w:rsidRPr="002E16F6">
        <w:rPr>
          <w:b/>
          <w:sz w:val="24"/>
        </w:rPr>
        <w:t>Wind_Client_Sample_Java_Program</w:t>
      </w:r>
      <w:r w:rsidR="00421404" w:rsidRPr="00980339">
        <w:rPr>
          <w:b/>
          <w:sz w:val="24"/>
        </w:rPr>
        <w:t>\certificates\ca.crt</w:t>
      </w:r>
    </w:p>
    <w:p w:rsidR="004524F9" w:rsidRPr="004524F9" w:rsidRDefault="004524F9" w:rsidP="001947F5">
      <w:pPr>
        <w:rPr>
          <w:sz w:val="20"/>
        </w:rPr>
      </w:pPr>
      <w:r>
        <w:rPr>
          <w:b/>
          <w:sz w:val="24"/>
        </w:rPr>
        <w:t xml:space="preserve">    </w:t>
      </w:r>
      <w:r w:rsidRPr="004524F9">
        <w:rPr>
          <w:sz w:val="24"/>
        </w:rPr>
        <w:t>Save as type = All Files.</w:t>
      </w:r>
    </w:p>
    <w:p w:rsidR="003B777F" w:rsidRPr="003B777F" w:rsidRDefault="003B777F" w:rsidP="001947F5"/>
    <w:p w:rsidR="001947F5" w:rsidRDefault="003B777F" w:rsidP="001947F5">
      <w:r w:rsidRPr="003B777F">
        <w:t>Note: This SID</w:t>
      </w:r>
      <w:r w:rsidR="007B1FAD" w:rsidRPr="003B777F">
        <w:t xml:space="preserve"> is also </w:t>
      </w:r>
      <w:r w:rsidR="001947F5" w:rsidRPr="003B777F">
        <w:t>distributed with mo</w:t>
      </w:r>
      <w:r w:rsidR="007B1FAD" w:rsidRPr="003B777F">
        <w:t xml:space="preserve">st major internet web browsers, and can be exported </w:t>
      </w:r>
      <w:r w:rsidRPr="003B777F">
        <w:t xml:space="preserve">from the </w:t>
      </w:r>
      <w:r w:rsidR="007B1FAD" w:rsidRPr="003B777F">
        <w:t>“Trusted Root Certificate Authority”</w:t>
      </w:r>
    </w:p>
    <w:p w:rsidR="00F351B7" w:rsidRDefault="00F351B7" w:rsidP="001947F5"/>
    <w:p w:rsidR="009D07C3" w:rsidRPr="003B777F" w:rsidRDefault="009D07C3" w:rsidP="009D07C3">
      <w:pPr>
        <w:pStyle w:val="ISOHeader1"/>
        <w:numPr>
          <w:ilvl w:val="0"/>
          <w:numId w:val="10"/>
        </w:numPr>
      </w:pPr>
      <w:r w:rsidRPr="003B777F">
        <w:lastRenderedPageBreak/>
        <w:t xml:space="preserve">Configuration </w:t>
      </w:r>
      <w:r>
        <w:t>Environment</w:t>
      </w:r>
      <w:r w:rsidRPr="003B777F">
        <w:t xml:space="preserve"> Variables</w:t>
      </w:r>
      <w:r>
        <w:t xml:space="preserve"> </w:t>
      </w:r>
    </w:p>
    <w:p w:rsidR="009D07C3" w:rsidRPr="003B777F" w:rsidRDefault="009D07C3" w:rsidP="009D07C3">
      <w:pPr>
        <w:pStyle w:val="ISOHeader2"/>
      </w:pPr>
      <w:r w:rsidRPr="003B777F">
        <w:t xml:space="preserve">Setting Environment Variables.  </w:t>
      </w:r>
    </w:p>
    <w:p w:rsidR="009D07C3" w:rsidRDefault="009D07C3" w:rsidP="009D07C3">
      <w:pPr>
        <w:pStyle w:val="ISOBodyCopy"/>
        <w:ind w:left="360"/>
        <w:rPr>
          <w:rFonts w:ascii="Verdana" w:hAnsi="Verdana"/>
          <w:color w:val="000000"/>
          <w:sz w:val="18"/>
          <w:szCs w:val="17"/>
        </w:rPr>
      </w:pPr>
      <w:r w:rsidRPr="003B777F">
        <w:rPr>
          <w:rFonts w:ascii="Verdana" w:hAnsi="Verdana"/>
          <w:color w:val="000000"/>
          <w:sz w:val="18"/>
          <w:szCs w:val="17"/>
        </w:rPr>
        <w:t xml:space="preserve">As a convenience you </w:t>
      </w:r>
      <w:r>
        <w:rPr>
          <w:rFonts w:ascii="Verdana" w:hAnsi="Verdana"/>
          <w:color w:val="000000"/>
          <w:sz w:val="18"/>
          <w:szCs w:val="17"/>
        </w:rPr>
        <w:t>may edit the file ( c:\</w:t>
      </w:r>
      <w:r w:rsidR="002E16F6" w:rsidRPr="002E16F6">
        <w:t xml:space="preserve"> </w:t>
      </w:r>
      <w:r w:rsidR="002E16F6" w:rsidRPr="002E16F6">
        <w:rPr>
          <w:rFonts w:ascii="Verdana" w:hAnsi="Verdana"/>
          <w:color w:val="000000"/>
          <w:sz w:val="18"/>
          <w:szCs w:val="17"/>
        </w:rPr>
        <w:t xml:space="preserve">Wind_Client_Sample_Java_Program </w:t>
      </w:r>
      <w:r>
        <w:rPr>
          <w:rFonts w:ascii="Verdana" w:hAnsi="Verdana"/>
          <w:color w:val="000000"/>
          <w:sz w:val="18"/>
          <w:szCs w:val="17"/>
        </w:rPr>
        <w:t>\cxf\env.bat ) to</w:t>
      </w:r>
      <w:r w:rsidRPr="003B777F">
        <w:rPr>
          <w:rFonts w:ascii="Verdana" w:hAnsi="Verdana"/>
          <w:color w:val="000000"/>
          <w:sz w:val="18"/>
          <w:szCs w:val="17"/>
        </w:rPr>
        <w:t xml:space="preserve"> set up the following variables</w:t>
      </w:r>
      <w:r>
        <w:rPr>
          <w:rFonts w:ascii="Verdana" w:hAnsi="Verdana"/>
          <w:color w:val="000000"/>
          <w:sz w:val="18"/>
          <w:szCs w:val="17"/>
        </w:rPr>
        <w:t xml:space="preserve"> to match your local envirionment</w:t>
      </w:r>
      <w:r w:rsidRPr="003B777F">
        <w:rPr>
          <w:rFonts w:ascii="Verdana" w:hAnsi="Verdana"/>
          <w:color w:val="000000"/>
          <w:sz w:val="18"/>
          <w:szCs w:val="17"/>
        </w:rPr>
        <w:t>.</w:t>
      </w:r>
      <w:r>
        <w:rPr>
          <w:rFonts w:ascii="Verdana" w:hAnsi="Verdana"/>
          <w:color w:val="000000"/>
          <w:sz w:val="18"/>
          <w:szCs w:val="17"/>
        </w:rPr>
        <w:t xml:space="preserve">  </w:t>
      </w:r>
      <w:r w:rsidRPr="003B777F">
        <w:rPr>
          <w:rFonts w:ascii="Verdana" w:hAnsi="Verdana"/>
          <w:color w:val="000000"/>
          <w:sz w:val="18"/>
          <w:szCs w:val="17"/>
        </w:rPr>
        <w:t xml:space="preserve">These settings will be used to </w:t>
      </w:r>
      <w:r w:rsidR="00E52403">
        <w:rPr>
          <w:rFonts w:ascii="Verdana" w:hAnsi="Verdana"/>
          <w:color w:val="000000"/>
          <w:sz w:val="18"/>
          <w:szCs w:val="17"/>
        </w:rPr>
        <w:t xml:space="preserve">run keytool, </w:t>
      </w:r>
      <w:r w:rsidRPr="003B777F">
        <w:rPr>
          <w:rFonts w:ascii="Verdana" w:hAnsi="Verdana"/>
          <w:color w:val="000000"/>
          <w:sz w:val="18"/>
          <w:szCs w:val="17"/>
        </w:rPr>
        <w:t>build the client with ant and run the client with java.</w:t>
      </w:r>
    </w:p>
    <w:p w:rsidR="009D07C3" w:rsidRPr="003B777F" w:rsidRDefault="009D07C3" w:rsidP="009D07C3">
      <w:pPr>
        <w:pStyle w:val="ISOBodyCopy"/>
        <w:ind w:left="360"/>
        <w:rPr>
          <w:rFonts w:ascii="Verdana" w:hAnsi="Verdana"/>
          <w:color w:val="000000"/>
          <w:sz w:val="18"/>
          <w:szCs w:val="17"/>
        </w:rPr>
      </w:pPr>
    </w:p>
    <w:p w:rsidR="009D07C3" w:rsidRPr="003B777F" w:rsidRDefault="009D07C3" w:rsidP="009D07C3">
      <w:pPr>
        <w:pStyle w:val="ISOBodyCopy"/>
        <w:ind w:left="360" w:firstLine="360"/>
        <w:rPr>
          <w:sz w:val="18"/>
          <w:szCs w:val="17"/>
        </w:rPr>
      </w:pPr>
      <w:r w:rsidRPr="003B777F">
        <w:rPr>
          <w:sz w:val="18"/>
          <w:szCs w:val="17"/>
        </w:rPr>
        <w:t>JAVA_HOME – set this environment variable to point at the root directory of the JDK installation.</w:t>
      </w:r>
    </w:p>
    <w:p w:rsidR="009D07C3" w:rsidRPr="003B777F" w:rsidRDefault="009D07C3" w:rsidP="009D07C3">
      <w:pPr>
        <w:pStyle w:val="ISOBodyCopy"/>
        <w:ind w:left="360" w:firstLine="360"/>
        <w:rPr>
          <w:sz w:val="18"/>
          <w:szCs w:val="17"/>
        </w:rPr>
      </w:pPr>
      <w:r w:rsidRPr="003B777F">
        <w:rPr>
          <w:sz w:val="18"/>
          <w:szCs w:val="17"/>
        </w:rPr>
        <w:t>ANT_HOME – set this environment variable to point at the root directory of the Ant Installation.</w:t>
      </w:r>
    </w:p>
    <w:p w:rsidR="009D07C3" w:rsidRPr="003B777F" w:rsidRDefault="009D07C3" w:rsidP="009D07C3">
      <w:pPr>
        <w:pStyle w:val="ISOBodyCopy"/>
        <w:ind w:firstLine="720"/>
        <w:rPr>
          <w:sz w:val="18"/>
          <w:szCs w:val="17"/>
        </w:rPr>
      </w:pPr>
      <w:r w:rsidRPr="003B777F">
        <w:rPr>
          <w:sz w:val="18"/>
          <w:szCs w:val="17"/>
        </w:rPr>
        <w:t>PATH – make sure that your PATH includes:</w:t>
      </w:r>
    </w:p>
    <w:p w:rsidR="009D07C3" w:rsidRPr="003B777F" w:rsidRDefault="009D07C3" w:rsidP="009D07C3">
      <w:pPr>
        <w:pStyle w:val="ISOBodyCopy"/>
        <w:ind w:left="720"/>
        <w:rPr>
          <w:sz w:val="18"/>
          <w:szCs w:val="17"/>
        </w:rPr>
      </w:pPr>
      <w:r w:rsidRPr="003B777F">
        <w:rPr>
          <w:sz w:val="18"/>
          <w:szCs w:val="17"/>
        </w:rPr>
        <w:t xml:space="preserve">     %JAVA_HOME%\bin;%ANT_HOME%\bin; (Windows) </w:t>
      </w:r>
    </w:p>
    <w:p w:rsidR="009D07C3" w:rsidRPr="003B777F" w:rsidRDefault="009D07C3" w:rsidP="009D07C3">
      <w:pPr>
        <w:pStyle w:val="ISOBodyCopy"/>
        <w:ind w:firstLine="720"/>
        <w:rPr>
          <w:sz w:val="18"/>
          <w:szCs w:val="17"/>
        </w:rPr>
      </w:pPr>
      <w:r w:rsidRPr="003B777F">
        <w:rPr>
          <w:sz w:val="18"/>
          <w:szCs w:val="17"/>
        </w:rPr>
        <w:t xml:space="preserve">     $JAVA_HOME/bin:$ANT_HOME/bin: (UNIX)</w:t>
      </w:r>
    </w:p>
    <w:p w:rsidR="009D07C3" w:rsidRPr="003B777F" w:rsidRDefault="009D07C3" w:rsidP="009D07C3">
      <w:pPr>
        <w:pStyle w:val="ISOBodyCopy"/>
        <w:rPr>
          <w:sz w:val="18"/>
          <w:szCs w:val="17"/>
        </w:rPr>
      </w:pPr>
    </w:p>
    <w:p w:rsidR="009D07C3" w:rsidRPr="003B777F" w:rsidRDefault="009D07C3" w:rsidP="009D07C3">
      <w:pPr>
        <w:pStyle w:val="ISOBodyCopy"/>
        <w:rPr>
          <w:sz w:val="18"/>
          <w:szCs w:val="17"/>
        </w:rPr>
      </w:pPr>
      <w:r w:rsidRPr="003B777F">
        <w:rPr>
          <w:sz w:val="18"/>
          <w:szCs w:val="17"/>
        </w:rPr>
        <w:t xml:space="preserve">           Example: Variables in a Windows bat file to be called before building or running </w:t>
      </w:r>
      <w:r w:rsidR="00F07CAF">
        <w:rPr>
          <w:sz w:val="18"/>
          <w:szCs w:val="17"/>
        </w:rPr>
        <w:t xml:space="preserve">the Sample </w:t>
      </w:r>
      <w:r w:rsidRPr="003B777F">
        <w:rPr>
          <w:sz w:val="18"/>
          <w:szCs w:val="17"/>
        </w:rPr>
        <w:t xml:space="preserve">Client </w:t>
      </w:r>
      <w:r w:rsidR="00F07CAF">
        <w:rPr>
          <w:sz w:val="18"/>
          <w:szCs w:val="17"/>
        </w:rPr>
        <w:t>Program</w:t>
      </w:r>
      <w:r w:rsidRPr="003B777F">
        <w:rPr>
          <w:sz w:val="18"/>
          <w:szCs w:val="17"/>
        </w:rPr>
        <w:t>.</w:t>
      </w:r>
    </w:p>
    <w:p w:rsidR="009D07C3" w:rsidRPr="009D07C3" w:rsidRDefault="009D07C3" w:rsidP="009D07C3">
      <w:pPr>
        <w:pStyle w:val="ISOBodyCopy"/>
        <w:ind w:firstLine="720"/>
        <w:rPr>
          <w:sz w:val="18"/>
          <w:szCs w:val="17"/>
        </w:rPr>
      </w:pPr>
      <w:r w:rsidRPr="003B777F">
        <w:rPr>
          <w:noProof/>
          <w:sz w:val="18"/>
          <w:szCs w:val="17"/>
        </w:rPr>
        <w:drawing>
          <wp:inline distT="0" distB="0" distL="0" distR="0">
            <wp:extent cx="4171950" cy="942975"/>
            <wp:effectExtent l="1905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4171950" cy="942975"/>
                    </a:xfrm>
                    <a:prstGeom prst="rect">
                      <a:avLst/>
                    </a:prstGeom>
                    <a:noFill/>
                    <a:ln w="9525">
                      <a:noFill/>
                      <a:miter lim="800000"/>
                      <a:headEnd/>
                      <a:tailEnd/>
                    </a:ln>
                  </pic:spPr>
                </pic:pic>
              </a:graphicData>
            </a:graphic>
          </wp:inline>
        </w:drawing>
      </w:r>
    </w:p>
    <w:p w:rsidR="00F351B7" w:rsidRPr="003B777F" w:rsidRDefault="00BC264B" w:rsidP="000B393C">
      <w:pPr>
        <w:pStyle w:val="ISOHeader1"/>
        <w:numPr>
          <w:ilvl w:val="0"/>
          <w:numId w:val="10"/>
        </w:numPr>
      </w:pPr>
      <w:r>
        <w:t xml:space="preserve">Java </w:t>
      </w:r>
      <w:r w:rsidR="00231C56">
        <w:t xml:space="preserve">Only </w:t>
      </w:r>
      <w:r>
        <w:t xml:space="preserve">- </w:t>
      </w:r>
      <w:r w:rsidR="00F351B7">
        <w:t>Insert Trusted CA Certificate into Keystore</w:t>
      </w:r>
    </w:p>
    <w:p w:rsidR="001947F5" w:rsidRPr="003B777F" w:rsidRDefault="001947F5" w:rsidP="000B393C">
      <w:pPr>
        <w:widowControl/>
        <w:numPr>
          <w:ilvl w:val="0"/>
          <w:numId w:val="7"/>
        </w:numPr>
        <w:spacing w:before="100" w:beforeAutospacing="1" w:after="100" w:afterAutospacing="1" w:line="240" w:lineRule="auto"/>
      </w:pPr>
      <w:r w:rsidRPr="003B777F">
        <w:t xml:space="preserve">Use the JDK </w:t>
      </w:r>
      <w:r w:rsidRPr="003B777F">
        <w:rPr>
          <w:rStyle w:val="HTMLTypewriter"/>
        </w:rPr>
        <w:t>keytool</w:t>
      </w:r>
      <w:r w:rsidRPr="003B777F">
        <w:t xml:space="preserve"> to import the certificate into the default JDK Keystore using this command: </w:t>
      </w:r>
    </w:p>
    <w:p w:rsidR="001947F5" w:rsidRPr="003B777F" w:rsidRDefault="001947F5" w:rsidP="001947F5">
      <w:pPr>
        <w:spacing w:before="100" w:beforeAutospacing="1" w:after="100" w:afterAutospacing="1"/>
        <w:ind w:left="720"/>
      </w:pPr>
      <w:r w:rsidRPr="003B777F">
        <w:t xml:space="preserve">keytool -import </w:t>
      </w:r>
      <w:r w:rsidR="00CC0FDA">
        <w:t xml:space="preserve">  </w:t>
      </w:r>
      <w:r w:rsidRPr="003B777F">
        <w:t>-alias "</w:t>
      </w:r>
      <w:r w:rsidR="007C27E1" w:rsidRPr="003B777F">
        <w:t>GeoTrust</w:t>
      </w:r>
      <w:r w:rsidRPr="003B777F">
        <w:t xml:space="preserve"> Secure Certificate Authority" -file </w:t>
      </w:r>
      <w:r w:rsidR="00980339" w:rsidRPr="00980339">
        <w:rPr>
          <w:b/>
          <w:sz w:val="24"/>
        </w:rPr>
        <w:t>c:\</w:t>
      </w:r>
      <w:r w:rsidR="002E16F6">
        <w:rPr>
          <w:b/>
          <w:sz w:val="24"/>
        </w:rPr>
        <w:t>Wind_Client_Sample_Java_Program</w:t>
      </w:r>
      <w:r w:rsidR="00980339" w:rsidRPr="00980339">
        <w:rPr>
          <w:b/>
          <w:sz w:val="24"/>
        </w:rPr>
        <w:t>\certificates\ca.</w:t>
      </w:r>
      <w:r w:rsidR="00162F75">
        <w:rPr>
          <w:b/>
          <w:sz w:val="24"/>
        </w:rPr>
        <w:t>crt</w:t>
      </w:r>
      <w:r w:rsidRPr="003B777F">
        <w:t xml:space="preserve"> </w:t>
      </w:r>
      <w:r w:rsidR="00386A3B">
        <w:t>–keystore c:\</w:t>
      </w:r>
      <w:r w:rsidR="002E16F6">
        <w:t>Wind_Client_Sample_Java_Program</w:t>
      </w:r>
      <w:r w:rsidR="00386A3B">
        <w:t>\certificates\TrustedServer.keystore</w:t>
      </w:r>
    </w:p>
    <w:p w:rsidR="001947F5" w:rsidRPr="003B777F" w:rsidRDefault="001947F5" w:rsidP="001947F5">
      <w:pPr>
        <w:spacing w:before="100" w:beforeAutospacing="1" w:after="100" w:afterAutospacing="1"/>
        <w:ind w:left="720"/>
      </w:pPr>
      <w:r w:rsidRPr="003B777F">
        <w:t xml:space="preserve">The </w:t>
      </w:r>
      <w:r w:rsidRPr="003B777F">
        <w:rPr>
          <w:rStyle w:val="HTMLTypewriter"/>
        </w:rPr>
        <w:t>keytool</w:t>
      </w:r>
      <w:r w:rsidRPr="003B777F">
        <w:t xml:space="preserve"> will then prompt you for a keystore passphrase. If you </w:t>
      </w:r>
      <w:r w:rsidRPr="003B777F">
        <w:rPr>
          <w:i/>
          <w:iCs/>
        </w:rPr>
        <w:t>do not</w:t>
      </w:r>
      <w:r w:rsidRPr="003B777F">
        <w:t xml:space="preserve"> have an existing keystore, enter the passphrase you want to use to protect it. If you </w:t>
      </w:r>
      <w:r w:rsidRPr="003B777F">
        <w:rPr>
          <w:i/>
          <w:iCs/>
        </w:rPr>
        <w:t>have</w:t>
      </w:r>
      <w:r w:rsidRPr="003B777F">
        <w:t xml:space="preserve"> simply </w:t>
      </w:r>
      <w:r w:rsidR="007C27E1" w:rsidRPr="003B777F">
        <w:t xml:space="preserve">to </w:t>
      </w:r>
      <w:r w:rsidRPr="003B777F">
        <w:t xml:space="preserve">enter the passphrase you chose when you created it. </w:t>
      </w:r>
    </w:p>
    <w:p w:rsidR="001947F5" w:rsidRPr="003B777F" w:rsidRDefault="001947F5" w:rsidP="000B393C">
      <w:pPr>
        <w:widowControl/>
        <w:numPr>
          <w:ilvl w:val="0"/>
          <w:numId w:val="7"/>
        </w:numPr>
        <w:spacing w:before="100" w:beforeAutospacing="1" w:after="100" w:afterAutospacing="1" w:line="240" w:lineRule="auto"/>
      </w:pPr>
      <w:r w:rsidRPr="003B777F">
        <w:t xml:space="preserve">Type "yes" when the </w:t>
      </w:r>
      <w:r w:rsidRPr="003B777F">
        <w:rPr>
          <w:rStyle w:val="HTMLTypewriter"/>
        </w:rPr>
        <w:t>keytool</w:t>
      </w:r>
      <w:r w:rsidRPr="003B777F">
        <w:t xml:space="preserve"> displays the certificate information and prompts for your approval.</w:t>
      </w:r>
    </w:p>
    <w:bookmarkEnd w:id="4"/>
    <w:p w:rsidR="00B31654" w:rsidRPr="003B777F" w:rsidRDefault="00B31654" w:rsidP="000B393C">
      <w:pPr>
        <w:pStyle w:val="ISOHeader1"/>
        <w:numPr>
          <w:ilvl w:val="0"/>
          <w:numId w:val="10"/>
        </w:numPr>
      </w:pPr>
      <w:r w:rsidRPr="003B777F">
        <w:t>Configuration Files</w:t>
      </w:r>
    </w:p>
    <w:p w:rsidR="00351E4D" w:rsidRPr="003B777F" w:rsidRDefault="00351E4D" w:rsidP="008C64CC">
      <w:pPr>
        <w:pStyle w:val="ListBullet"/>
        <w:numPr>
          <w:ilvl w:val="0"/>
          <w:numId w:val="0"/>
        </w:numPr>
      </w:pPr>
      <w:r w:rsidRPr="003B777F">
        <w:t>Edit the following files under (</w:t>
      </w:r>
      <w:r w:rsidR="008C64CC" w:rsidRPr="003B777F">
        <w:t>c:\</w:t>
      </w:r>
      <w:r w:rsidR="002E16F6">
        <w:t>Wind_Client_Sample_Java_Program</w:t>
      </w:r>
      <w:r w:rsidR="008C64CC" w:rsidRPr="003B777F">
        <w:t>\</w:t>
      </w:r>
      <w:r w:rsidR="009B703F">
        <w:t>cxf\</w:t>
      </w:r>
      <w:r w:rsidRPr="003B777F">
        <w:t>) to match your environment:</w:t>
      </w:r>
    </w:p>
    <w:p w:rsidR="00B31654" w:rsidRPr="003B777F" w:rsidRDefault="00B31654" w:rsidP="008C64CC">
      <w:pPr>
        <w:pStyle w:val="ListBullet"/>
        <w:numPr>
          <w:ilvl w:val="0"/>
          <w:numId w:val="0"/>
        </w:numPr>
      </w:pPr>
    </w:p>
    <w:p w:rsidR="00351E4D" w:rsidRPr="003B777F" w:rsidRDefault="00D94C41" w:rsidP="000B393C">
      <w:pPr>
        <w:pStyle w:val="ListBullet2"/>
        <w:numPr>
          <w:ilvl w:val="0"/>
          <w:numId w:val="9"/>
        </w:numPr>
        <w:rPr>
          <w:lang w:val="fr-FR"/>
        </w:rPr>
      </w:pPr>
      <w:r w:rsidRPr="00D94C41">
        <w:rPr>
          <w:lang w:val="fr-FR"/>
        </w:rPr>
        <w:t>Sample_Program.properties</w:t>
      </w:r>
      <w:r w:rsidR="007279E2" w:rsidRPr="003B777F">
        <w:rPr>
          <w:lang w:val="fr-FR"/>
        </w:rPr>
        <w:t xml:space="preserve"> </w:t>
      </w:r>
    </w:p>
    <w:p w:rsidR="007279E2" w:rsidRPr="003B777F" w:rsidRDefault="007279E2" w:rsidP="007279E2">
      <w:pPr>
        <w:pStyle w:val="ListBullet2"/>
        <w:numPr>
          <w:ilvl w:val="0"/>
          <w:numId w:val="0"/>
        </w:numPr>
        <w:ind w:left="720"/>
        <w:rPr>
          <w:lang w:val="fr-FR"/>
        </w:rPr>
      </w:pPr>
      <w:r w:rsidRPr="003B777F">
        <w:rPr>
          <w:lang w:val="fr-FR"/>
        </w:rPr>
        <w:t>The following entries must be configured.</w:t>
      </w:r>
    </w:p>
    <w:tbl>
      <w:tblPr>
        <w:tblStyle w:val="TableGrid"/>
        <w:tblW w:w="0" w:type="auto"/>
        <w:tblInd w:w="828" w:type="dxa"/>
        <w:tblLook w:val="04A0"/>
      </w:tblPr>
      <w:tblGrid>
        <w:gridCol w:w="1878"/>
        <w:gridCol w:w="6510"/>
      </w:tblGrid>
      <w:tr w:rsidR="008C64CC" w:rsidRPr="003B777F" w:rsidTr="007279E2">
        <w:tc>
          <w:tcPr>
            <w:tcW w:w="1878" w:type="dxa"/>
          </w:tcPr>
          <w:p w:rsidR="008C64CC" w:rsidRPr="003B777F" w:rsidRDefault="008C64CC" w:rsidP="008C64CC">
            <w:pPr>
              <w:pStyle w:val="ListBullet2"/>
              <w:numPr>
                <w:ilvl w:val="0"/>
                <w:numId w:val="0"/>
              </w:numPr>
              <w:rPr>
                <w:lang w:val="fr-FR"/>
              </w:rPr>
            </w:pPr>
            <w:r w:rsidRPr="003B777F">
              <w:rPr>
                <w:lang w:val="fr-FR"/>
              </w:rPr>
              <w:t>Entry</w:t>
            </w:r>
          </w:p>
        </w:tc>
        <w:tc>
          <w:tcPr>
            <w:tcW w:w="6510" w:type="dxa"/>
          </w:tcPr>
          <w:p w:rsidR="008C64CC" w:rsidRPr="003B777F" w:rsidRDefault="008C64CC" w:rsidP="008C64CC">
            <w:pPr>
              <w:pStyle w:val="ListBullet2"/>
              <w:numPr>
                <w:ilvl w:val="0"/>
                <w:numId w:val="0"/>
              </w:numPr>
              <w:rPr>
                <w:lang w:val="fr-FR"/>
              </w:rPr>
            </w:pPr>
            <w:r w:rsidRPr="003B777F">
              <w:rPr>
                <w:lang w:val="fr-FR"/>
              </w:rPr>
              <w:t>Description</w:t>
            </w:r>
          </w:p>
        </w:tc>
      </w:tr>
      <w:tr w:rsidR="008C64CC" w:rsidRPr="003B777F" w:rsidTr="007279E2">
        <w:tc>
          <w:tcPr>
            <w:tcW w:w="1878" w:type="dxa"/>
          </w:tcPr>
          <w:p w:rsidR="008C64CC" w:rsidRPr="003B777F" w:rsidRDefault="008C64CC" w:rsidP="008C64CC">
            <w:pPr>
              <w:pStyle w:val="ListBullet2"/>
              <w:numPr>
                <w:ilvl w:val="0"/>
                <w:numId w:val="0"/>
              </w:numPr>
              <w:rPr>
                <w:lang w:val="fr-FR"/>
              </w:rPr>
            </w:pPr>
            <w:r w:rsidRPr="003B777F">
              <w:rPr>
                <w:lang w:val="fr-FR"/>
              </w:rPr>
              <w:lastRenderedPageBreak/>
              <w:t>client.key.file</w:t>
            </w:r>
          </w:p>
        </w:tc>
        <w:tc>
          <w:tcPr>
            <w:tcW w:w="6510" w:type="dxa"/>
          </w:tcPr>
          <w:p w:rsidR="005F5C41" w:rsidRPr="003B777F" w:rsidRDefault="008C64CC" w:rsidP="005F5C41">
            <w:pPr>
              <w:pStyle w:val="ListBullet2"/>
              <w:numPr>
                <w:ilvl w:val="0"/>
                <w:numId w:val="0"/>
              </w:numPr>
              <w:rPr>
                <w:lang w:val="fr-FR"/>
              </w:rPr>
            </w:pPr>
            <w:r w:rsidRPr="003B777F">
              <w:rPr>
                <w:lang w:val="fr-FR"/>
              </w:rPr>
              <w:t>This is a Client Certificate file supplied by ISO</w:t>
            </w:r>
            <w:r w:rsidR="00E52403">
              <w:rPr>
                <w:lang w:val="fr-FR"/>
              </w:rPr>
              <w:t>-</w:t>
            </w:r>
            <w:r w:rsidRPr="003B777F">
              <w:rPr>
                <w:lang w:val="fr-FR"/>
              </w:rPr>
              <w:t xml:space="preserve">NE </w:t>
            </w:r>
            <w:r w:rsidR="00E52403">
              <w:rPr>
                <w:lang w:val="fr-FR"/>
              </w:rPr>
              <w:t>Market Support Services in conjunction with your designated Security Administrator.</w:t>
            </w:r>
            <w:r w:rsidRPr="003B777F">
              <w:rPr>
                <w:lang w:val="fr-FR"/>
              </w:rPr>
              <w:t xml:space="preserve">  </w:t>
            </w:r>
            <w:r w:rsidR="005F5C41" w:rsidRPr="003B777F">
              <w:rPr>
                <w:lang w:val="fr-FR"/>
              </w:rPr>
              <w:t xml:space="preserve">It authenticates that you are a specific client.party.  </w:t>
            </w:r>
          </w:p>
          <w:p w:rsidR="000C09D4" w:rsidRPr="003B777F" w:rsidRDefault="005F5C41" w:rsidP="003B777F">
            <w:pPr>
              <w:pStyle w:val="ListBullet2"/>
              <w:numPr>
                <w:ilvl w:val="0"/>
                <w:numId w:val="0"/>
              </w:numPr>
              <w:rPr>
                <w:lang w:val="fr-FR"/>
              </w:rPr>
            </w:pPr>
            <w:r w:rsidRPr="003B777F">
              <w:rPr>
                <w:lang w:val="fr-FR"/>
              </w:rPr>
              <w:t xml:space="preserve">You </w:t>
            </w:r>
            <w:r w:rsidR="003B777F" w:rsidRPr="003B777F">
              <w:rPr>
                <w:lang w:val="fr-FR"/>
              </w:rPr>
              <w:t>will need to</w:t>
            </w:r>
            <w:r w:rsidRPr="003B777F">
              <w:rPr>
                <w:lang w:val="fr-FR"/>
              </w:rPr>
              <w:t xml:space="preserve"> export this file using</w:t>
            </w:r>
            <w:r w:rsidR="003E79BE" w:rsidRPr="003B777F">
              <w:rPr>
                <w:lang w:val="fr-FR"/>
              </w:rPr>
              <w:t xml:space="preserve"> </w:t>
            </w:r>
            <w:r w:rsidRPr="003B777F">
              <w:rPr>
                <w:lang w:val="fr-FR"/>
              </w:rPr>
              <w:t xml:space="preserve">a browser </w:t>
            </w:r>
            <w:r w:rsidR="003B777F" w:rsidRPr="003B777F">
              <w:rPr>
                <w:lang w:val="fr-FR"/>
              </w:rPr>
              <w:t>so it can be</w:t>
            </w:r>
            <w:r w:rsidRPr="003B777F">
              <w:rPr>
                <w:lang w:val="fr-FR"/>
              </w:rPr>
              <w:t xml:space="preserve"> </w:t>
            </w:r>
            <w:r w:rsidR="003B777F" w:rsidRPr="003B777F">
              <w:rPr>
                <w:lang w:val="fr-FR"/>
              </w:rPr>
              <w:t>accessible to</w:t>
            </w:r>
            <w:r w:rsidRPr="003B777F">
              <w:rPr>
                <w:lang w:val="fr-FR"/>
              </w:rPr>
              <w:t xml:space="preserve"> the Sample Client Program.  </w:t>
            </w:r>
          </w:p>
        </w:tc>
      </w:tr>
      <w:tr w:rsidR="008C64CC" w:rsidRPr="003B777F" w:rsidTr="007279E2">
        <w:tc>
          <w:tcPr>
            <w:tcW w:w="1878" w:type="dxa"/>
          </w:tcPr>
          <w:p w:rsidR="008C64CC" w:rsidRPr="003B777F" w:rsidRDefault="000C09D4" w:rsidP="008C64CC">
            <w:pPr>
              <w:pStyle w:val="ListBullet2"/>
              <w:numPr>
                <w:ilvl w:val="0"/>
                <w:numId w:val="0"/>
              </w:numPr>
              <w:rPr>
                <w:lang w:val="fr-FR"/>
              </w:rPr>
            </w:pPr>
            <w:r w:rsidRPr="003B777F">
              <w:rPr>
                <w:lang w:val="fr-FR"/>
              </w:rPr>
              <w:t>client.key.pswd</w:t>
            </w:r>
          </w:p>
        </w:tc>
        <w:tc>
          <w:tcPr>
            <w:tcW w:w="6510" w:type="dxa"/>
          </w:tcPr>
          <w:p w:rsidR="008C64CC" w:rsidRPr="003B777F" w:rsidRDefault="003B777F" w:rsidP="003B777F">
            <w:pPr>
              <w:pStyle w:val="ListBullet2"/>
              <w:numPr>
                <w:ilvl w:val="0"/>
                <w:numId w:val="0"/>
              </w:numPr>
              <w:rPr>
                <w:lang w:val="fr-FR"/>
              </w:rPr>
            </w:pPr>
            <w:r w:rsidRPr="003B777F">
              <w:rPr>
                <w:lang w:val="fr-FR"/>
              </w:rPr>
              <w:t>Password you entered when exporting the Client</w:t>
            </w:r>
            <w:r w:rsidR="000C09D4" w:rsidRPr="003B777F">
              <w:rPr>
                <w:lang w:val="fr-FR"/>
              </w:rPr>
              <w:t xml:space="preserve"> Certificate</w:t>
            </w:r>
            <w:r w:rsidRPr="003B777F">
              <w:rPr>
                <w:lang w:val="fr-FR"/>
              </w:rPr>
              <w:t xml:space="preserve"> from the Browser</w:t>
            </w:r>
            <w:r w:rsidR="000C09D4" w:rsidRPr="003B777F">
              <w:rPr>
                <w:lang w:val="fr-FR"/>
              </w:rPr>
              <w:t xml:space="preserve">.  </w:t>
            </w:r>
          </w:p>
        </w:tc>
      </w:tr>
      <w:tr w:rsidR="008C64CC" w:rsidRPr="003B777F" w:rsidTr="007279E2">
        <w:tc>
          <w:tcPr>
            <w:tcW w:w="1878" w:type="dxa"/>
          </w:tcPr>
          <w:p w:rsidR="008C64CC" w:rsidRPr="003B777F" w:rsidRDefault="0072062B" w:rsidP="008C64CC">
            <w:pPr>
              <w:pStyle w:val="ListBullet2"/>
              <w:numPr>
                <w:ilvl w:val="0"/>
                <w:numId w:val="0"/>
              </w:numPr>
              <w:rPr>
                <w:lang w:val="fr-FR"/>
              </w:rPr>
            </w:pPr>
            <w:r w:rsidRPr="003B777F">
              <w:rPr>
                <w:lang w:val="fr-FR"/>
              </w:rPr>
              <w:t>srvr.trust.kstr</w:t>
            </w:r>
          </w:p>
        </w:tc>
        <w:tc>
          <w:tcPr>
            <w:tcW w:w="6510" w:type="dxa"/>
          </w:tcPr>
          <w:p w:rsidR="008C64CC" w:rsidRPr="003B777F" w:rsidRDefault="0072062B" w:rsidP="00E52403">
            <w:pPr>
              <w:pStyle w:val="ListBullet2"/>
              <w:numPr>
                <w:ilvl w:val="0"/>
                <w:numId w:val="0"/>
              </w:numPr>
              <w:rPr>
                <w:lang w:val="fr-FR"/>
              </w:rPr>
            </w:pPr>
            <w:r w:rsidRPr="003B777F">
              <w:rPr>
                <w:lang w:val="fr-FR"/>
              </w:rPr>
              <w:t>This is a keystore that contains trusted Server IDs ( SIDs ).  Our Server ID is signed by ‘GeoTrust Global CA’.  As long as we include the certificate for ‘GeoTrust Global CA’ in this keystore, our SID will be trusted as well.</w:t>
            </w:r>
          </w:p>
        </w:tc>
      </w:tr>
      <w:tr w:rsidR="0072062B" w:rsidRPr="003B777F" w:rsidTr="007279E2">
        <w:tc>
          <w:tcPr>
            <w:tcW w:w="1878" w:type="dxa"/>
          </w:tcPr>
          <w:p w:rsidR="0072062B" w:rsidRPr="003B777F" w:rsidRDefault="0072062B" w:rsidP="008C64CC">
            <w:pPr>
              <w:pStyle w:val="ListBullet2"/>
              <w:numPr>
                <w:ilvl w:val="0"/>
                <w:numId w:val="0"/>
              </w:numPr>
              <w:rPr>
                <w:lang w:val="fr-FR"/>
              </w:rPr>
            </w:pPr>
            <w:r w:rsidRPr="003B777F">
              <w:rPr>
                <w:lang w:val="fr-FR"/>
              </w:rPr>
              <w:t>srvr.trust.pswd</w:t>
            </w:r>
          </w:p>
        </w:tc>
        <w:tc>
          <w:tcPr>
            <w:tcW w:w="6510" w:type="dxa"/>
          </w:tcPr>
          <w:p w:rsidR="0072062B" w:rsidRPr="003B777F" w:rsidRDefault="0072062B" w:rsidP="003E79BE">
            <w:pPr>
              <w:pStyle w:val="ListBullet2"/>
              <w:numPr>
                <w:ilvl w:val="0"/>
                <w:numId w:val="0"/>
              </w:numPr>
              <w:rPr>
                <w:lang w:val="fr-FR"/>
              </w:rPr>
            </w:pPr>
            <w:r w:rsidRPr="003B777F">
              <w:rPr>
                <w:lang w:val="fr-FR"/>
              </w:rPr>
              <w:t xml:space="preserve">Password for the keystore </w:t>
            </w:r>
            <w:r w:rsidR="003E79BE" w:rsidRPr="003B777F">
              <w:rPr>
                <w:lang w:val="fr-FR"/>
              </w:rPr>
              <w:t>that holds</w:t>
            </w:r>
            <w:r w:rsidRPr="003B777F">
              <w:rPr>
                <w:lang w:val="fr-FR"/>
              </w:rPr>
              <w:t xml:space="preserve"> trusted server ids.</w:t>
            </w:r>
          </w:p>
        </w:tc>
      </w:tr>
      <w:tr w:rsidR="0072062B" w:rsidRPr="003B777F" w:rsidTr="007279E2">
        <w:tc>
          <w:tcPr>
            <w:tcW w:w="1878" w:type="dxa"/>
          </w:tcPr>
          <w:p w:rsidR="0072062B" w:rsidRPr="003B777F" w:rsidRDefault="007279E2" w:rsidP="008C64CC">
            <w:pPr>
              <w:pStyle w:val="ListBullet2"/>
              <w:numPr>
                <w:ilvl w:val="0"/>
                <w:numId w:val="0"/>
              </w:numPr>
              <w:rPr>
                <w:lang w:val="fr-FR"/>
              </w:rPr>
            </w:pPr>
            <w:r w:rsidRPr="003B777F">
              <w:rPr>
                <w:lang w:val="fr-FR"/>
              </w:rPr>
              <w:t>endpoint.link</w:t>
            </w:r>
          </w:p>
        </w:tc>
        <w:tc>
          <w:tcPr>
            <w:tcW w:w="6510" w:type="dxa"/>
          </w:tcPr>
          <w:p w:rsidR="0072062B" w:rsidRPr="003B777F" w:rsidRDefault="007279E2" w:rsidP="0072062B">
            <w:pPr>
              <w:pStyle w:val="ListBullet2"/>
              <w:numPr>
                <w:ilvl w:val="0"/>
                <w:numId w:val="0"/>
              </w:numPr>
              <w:rPr>
                <w:lang w:val="fr-FR"/>
              </w:rPr>
            </w:pPr>
            <w:r w:rsidRPr="003B777F">
              <w:rPr>
                <w:lang w:val="fr-FR"/>
              </w:rPr>
              <w:t>WebService endpoint address.</w:t>
            </w:r>
          </w:p>
          <w:p w:rsidR="007279E2" w:rsidRPr="003B777F" w:rsidRDefault="007279E2" w:rsidP="00E52403">
            <w:pPr>
              <w:pStyle w:val="ListBullet2"/>
              <w:numPr>
                <w:ilvl w:val="0"/>
                <w:numId w:val="0"/>
              </w:numPr>
              <w:rPr>
                <w:lang w:val="fr-FR"/>
              </w:rPr>
            </w:pPr>
            <w:r w:rsidRPr="003B777F">
              <w:rPr>
                <w:lang w:val="fr-FR"/>
              </w:rPr>
              <w:t xml:space="preserve">Obtained from </w:t>
            </w:r>
            <w:r w:rsidR="00E52403">
              <w:rPr>
                <w:lang w:val="fr-FR"/>
              </w:rPr>
              <w:t>ISO-NE Market Support Services</w:t>
            </w:r>
            <w:r w:rsidRPr="003B777F">
              <w:rPr>
                <w:lang w:val="fr-FR"/>
              </w:rPr>
              <w:t>.</w:t>
            </w:r>
          </w:p>
        </w:tc>
      </w:tr>
    </w:tbl>
    <w:p w:rsidR="008C64CC" w:rsidRPr="003B777F" w:rsidRDefault="008C64CC" w:rsidP="008C64CC">
      <w:pPr>
        <w:pStyle w:val="ListBullet2"/>
        <w:numPr>
          <w:ilvl w:val="0"/>
          <w:numId w:val="0"/>
        </w:numPr>
        <w:rPr>
          <w:lang w:val="fr-FR"/>
        </w:rPr>
      </w:pPr>
    </w:p>
    <w:p w:rsidR="00351E4D" w:rsidRPr="003B777F" w:rsidRDefault="00351E4D" w:rsidP="000B393C">
      <w:pPr>
        <w:pStyle w:val="ListBullet2"/>
        <w:numPr>
          <w:ilvl w:val="0"/>
          <w:numId w:val="9"/>
        </w:numPr>
        <w:rPr>
          <w:lang w:val="fr-FR"/>
        </w:rPr>
      </w:pPr>
      <w:r w:rsidRPr="003B777F">
        <w:rPr>
          <w:lang w:val="fr-FR"/>
        </w:rPr>
        <w:t>RunSample.bat</w:t>
      </w:r>
    </w:p>
    <w:tbl>
      <w:tblPr>
        <w:tblStyle w:val="TableGrid"/>
        <w:tblW w:w="0" w:type="auto"/>
        <w:tblInd w:w="720" w:type="dxa"/>
        <w:tblLayout w:type="fixed"/>
        <w:tblLook w:val="04A0"/>
      </w:tblPr>
      <w:tblGrid>
        <w:gridCol w:w="1998"/>
        <w:gridCol w:w="6498"/>
      </w:tblGrid>
      <w:tr w:rsidR="00B31654" w:rsidRPr="003B777F" w:rsidTr="003E79BE">
        <w:tc>
          <w:tcPr>
            <w:tcW w:w="1998" w:type="dxa"/>
          </w:tcPr>
          <w:p w:rsidR="00B31654" w:rsidRPr="003B777F" w:rsidRDefault="00B31654" w:rsidP="007279E2">
            <w:pPr>
              <w:pStyle w:val="ListBullet2"/>
              <w:numPr>
                <w:ilvl w:val="0"/>
                <w:numId w:val="0"/>
              </w:numPr>
              <w:rPr>
                <w:lang w:val="fr-FR"/>
              </w:rPr>
            </w:pPr>
            <w:r w:rsidRPr="003B777F">
              <w:rPr>
                <w:lang w:val="fr-FR"/>
              </w:rPr>
              <w:t>Entry</w:t>
            </w:r>
          </w:p>
        </w:tc>
        <w:tc>
          <w:tcPr>
            <w:tcW w:w="6498" w:type="dxa"/>
          </w:tcPr>
          <w:p w:rsidR="00B31654" w:rsidRPr="003B777F" w:rsidRDefault="00B31654" w:rsidP="007279E2">
            <w:pPr>
              <w:pStyle w:val="ListBullet2"/>
              <w:numPr>
                <w:ilvl w:val="0"/>
                <w:numId w:val="0"/>
              </w:numPr>
              <w:rPr>
                <w:lang w:val="fr-FR"/>
              </w:rPr>
            </w:pPr>
            <w:r w:rsidRPr="003B777F">
              <w:rPr>
                <w:lang w:val="fr-FR"/>
              </w:rPr>
              <w:t>Description</w:t>
            </w:r>
          </w:p>
        </w:tc>
      </w:tr>
      <w:tr w:rsidR="00B31654" w:rsidRPr="003B777F" w:rsidTr="003E79BE">
        <w:tc>
          <w:tcPr>
            <w:tcW w:w="1998" w:type="dxa"/>
          </w:tcPr>
          <w:p w:rsidR="00B31654" w:rsidRPr="003B777F" w:rsidRDefault="00B31654" w:rsidP="007279E2">
            <w:pPr>
              <w:pStyle w:val="ListBullet2"/>
              <w:numPr>
                <w:ilvl w:val="0"/>
                <w:numId w:val="0"/>
              </w:numPr>
              <w:rPr>
                <w:lang w:val="fr-FR"/>
              </w:rPr>
            </w:pPr>
            <w:r w:rsidRPr="003B777F">
              <w:rPr>
                <w:lang w:val="fr-FR"/>
              </w:rPr>
              <w:t xml:space="preserve">-classpath </w:t>
            </w:r>
          </w:p>
        </w:tc>
        <w:tc>
          <w:tcPr>
            <w:tcW w:w="6498" w:type="dxa"/>
          </w:tcPr>
          <w:p w:rsidR="003E79BE" w:rsidRPr="003B777F" w:rsidRDefault="003E79BE" w:rsidP="007279E2">
            <w:pPr>
              <w:pStyle w:val="ListBullet2"/>
              <w:numPr>
                <w:ilvl w:val="0"/>
                <w:numId w:val="0"/>
              </w:numPr>
              <w:rPr>
                <w:lang w:val="fr-FR"/>
              </w:rPr>
            </w:pPr>
            <w:r w:rsidRPr="003B777F">
              <w:rPr>
                <w:lang w:val="fr-FR"/>
              </w:rPr>
              <w:t>Tells what jars are included to run the program.</w:t>
            </w:r>
          </w:p>
          <w:p w:rsidR="00B31654" w:rsidRPr="003B777F" w:rsidRDefault="003E79BE" w:rsidP="007279E2">
            <w:pPr>
              <w:pStyle w:val="ListBullet2"/>
              <w:numPr>
                <w:ilvl w:val="0"/>
                <w:numId w:val="0"/>
              </w:numPr>
              <w:rPr>
                <w:lang w:val="fr-FR"/>
              </w:rPr>
            </w:pPr>
            <w:r w:rsidRPr="003B777F">
              <w:rPr>
                <w:lang w:val="fr-FR"/>
              </w:rPr>
              <w:t xml:space="preserve">  </w:t>
            </w:r>
            <w:r w:rsidR="00B31654" w:rsidRPr="003B777F">
              <w:rPr>
                <w:lang w:val="fr-FR"/>
              </w:rPr>
              <w:t xml:space="preserve">Include </w:t>
            </w:r>
            <w:r w:rsidR="003E1900" w:rsidRPr="003E1900">
              <w:rPr>
                <w:lang w:val="fr-FR"/>
              </w:rPr>
              <w:t>WindIntegration.jar</w:t>
            </w:r>
          </w:p>
          <w:p w:rsidR="00B31654" w:rsidRPr="003B777F" w:rsidRDefault="003E79BE" w:rsidP="005D40B1">
            <w:pPr>
              <w:pStyle w:val="ListBullet2"/>
              <w:numPr>
                <w:ilvl w:val="0"/>
                <w:numId w:val="0"/>
              </w:numPr>
              <w:rPr>
                <w:lang w:val="fr-FR"/>
              </w:rPr>
            </w:pPr>
            <w:r w:rsidRPr="003B777F">
              <w:rPr>
                <w:lang w:val="fr-FR"/>
              </w:rPr>
              <w:t xml:space="preserve">  </w:t>
            </w:r>
            <w:r w:rsidR="00B31654" w:rsidRPr="003B777F">
              <w:rPr>
                <w:lang w:val="fr-FR"/>
              </w:rPr>
              <w:t xml:space="preserve">Include directory with jar files for </w:t>
            </w:r>
            <w:r w:rsidR="005D40B1">
              <w:rPr>
                <w:lang w:val="fr-FR"/>
              </w:rPr>
              <w:t xml:space="preserve">CXF.  This should be the lib directory under the CXF unzip directory.  </w:t>
            </w:r>
            <w:r w:rsidR="00B31654" w:rsidRPr="003B777F">
              <w:rPr>
                <w:lang w:val="fr-FR"/>
              </w:rPr>
              <w:t>Be sure to add \* after this directory to include all jars.</w:t>
            </w:r>
          </w:p>
        </w:tc>
      </w:tr>
    </w:tbl>
    <w:p w:rsidR="007279E2" w:rsidRPr="003B777F" w:rsidRDefault="007279E2" w:rsidP="007279E2">
      <w:pPr>
        <w:pStyle w:val="ListBullet2"/>
        <w:numPr>
          <w:ilvl w:val="0"/>
          <w:numId w:val="0"/>
        </w:numPr>
        <w:ind w:left="720"/>
        <w:rPr>
          <w:lang w:val="fr-FR"/>
        </w:rPr>
      </w:pPr>
    </w:p>
    <w:p w:rsidR="00351E4D" w:rsidRPr="003B777F" w:rsidRDefault="00351E4D" w:rsidP="000B393C">
      <w:pPr>
        <w:pStyle w:val="ListBullet2"/>
        <w:numPr>
          <w:ilvl w:val="0"/>
          <w:numId w:val="9"/>
        </w:numPr>
      </w:pPr>
      <w:r w:rsidRPr="003B777F">
        <w:t>build.properties</w:t>
      </w:r>
    </w:p>
    <w:tbl>
      <w:tblPr>
        <w:tblStyle w:val="TableGrid"/>
        <w:tblW w:w="0" w:type="auto"/>
        <w:tblInd w:w="720" w:type="dxa"/>
        <w:tblLook w:val="04A0"/>
      </w:tblPr>
      <w:tblGrid>
        <w:gridCol w:w="1998"/>
        <w:gridCol w:w="6498"/>
      </w:tblGrid>
      <w:tr w:rsidR="007279E2" w:rsidRPr="003B777F" w:rsidTr="007279E2">
        <w:tc>
          <w:tcPr>
            <w:tcW w:w="1998" w:type="dxa"/>
          </w:tcPr>
          <w:p w:rsidR="007279E2" w:rsidRPr="003B777F" w:rsidRDefault="007279E2" w:rsidP="007279E2">
            <w:pPr>
              <w:pStyle w:val="ListBullet2"/>
              <w:numPr>
                <w:ilvl w:val="0"/>
                <w:numId w:val="0"/>
              </w:numPr>
            </w:pPr>
            <w:r w:rsidRPr="003B777F">
              <w:t>Entry</w:t>
            </w:r>
          </w:p>
        </w:tc>
        <w:tc>
          <w:tcPr>
            <w:tcW w:w="6498" w:type="dxa"/>
          </w:tcPr>
          <w:p w:rsidR="007279E2" w:rsidRPr="003B777F" w:rsidRDefault="007279E2" w:rsidP="007279E2">
            <w:pPr>
              <w:pStyle w:val="ListBullet2"/>
              <w:numPr>
                <w:ilvl w:val="0"/>
                <w:numId w:val="0"/>
              </w:numPr>
            </w:pPr>
            <w:r w:rsidRPr="003B777F">
              <w:t>Description</w:t>
            </w:r>
          </w:p>
        </w:tc>
      </w:tr>
      <w:tr w:rsidR="007279E2" w:rsidRPr="003B777F" w:rsidTr="007279E2">
        <w:tc>
          <w:tcPr>
            <w:tcW w:w="1998" w:type="dxa"/>
          </w:tcPr>
          <w:p w:rsidR="007279E2" w:rsidRPr="003B777F" w:rsidRDefault="007279E2" w:rsidP="007279E2">
            <w:pPr>
              <w:pStyle w:val="ListBullet2"/>
              <w:numPr>
                <w:ilvl w:val="0"/>
                <w:numId w:val="0"/>
              </w:numPr>
            </w:pPr>
            <w:r w:rsidRPr="003B777F">
              <w:t>build.apache.lib</w:t>
            </w:r>
          </w:p>
        </w:tc>
        <w:tc>
          <w:tcPr>
            <w:tcW w:w="6498" w:type="dxa"/>
          </w:tcPr>
          <w:p w:rsidR="007279E2" w:rsidRPr="003B777F" w:rsidRDefault="007279E2" w:rsidP="007279E2">
            <w:pPr>
              <w:pStyle w:val="ListBullet2"/>
              <w:numPr>
                <w:ilvl w:val="0"/>
                <w:numId w:val="0"/>
              </w:numPr>
            </w:pPr>
            <w:r w:rsidRPr="003B777F">
              <w:t>lib directory under ant installation directory.</w:t>
            </w:r>
          </w:p>
          <w:p w:rsidR="0003552A" w:rsidRDefault="007279E2" w:rsidP="007279E2">
            <w:pPr>
              <w:pStyle w:val="ListBullet2"/>
              <w:numPr>
                <w:ilvl w:val="0"/>
                <w:numId w:val="0"/>
              </w:numPr>
            </w:pPr>
            <w:r w:rsidRPr="003B777F">
              <w:t>Ex</w:t>
            </w:r>
            <w:r w:rsidR="0003552A">
              <w:t>ample</w:t>
            </w:r>
            <w:r w:rsidRPr="003B777F">
              <w:t>:</w:t>
            </w:r>
          </w:p>
          <w:p w:rsidR="0003552A" w:rsidRPr="003B777F" w:rsidRDefault="007279E2" w:rsidP="003E1900">
            <w:pPr>
              <w:pStyle w:val="ListBullet2"/>
              <w:numPr>
                <w:ilvl w:val="0"/>
                <w:numId w:val="0"/>
              </w:numPr>
            </w:pPr>
            <w:r w:rsidRPr="003B777F">
              <w:t>build.apache.lib=C:/java/apache-ant-1.</w:t>
            </w:r>
            <w:r w:rsidR="003E1900">
              <w:t>8</w:t>
            </w:r>
            <w:r w:rsidRPr="003B777F">
              <w:t>.</w:t>
            </w:r>
            <w:r w:rsidR="003E1900">
              <w:t>2</w:t>
            </w:r>
            <w:r w:rsidRPr="003B777F">
              <w:t>/lib</w:t>
            </w:r>
          </w:p>
        </w:tc>
      </w:tr>
      <w:tr w:rsidR="007279E2" w:rsidRPr="003B777F" w:rsidTr="007279E2">
        <w:tc>
          <w:tcPr>
            <w:tcW w:w="1998" w:type="dxa"/>
          </w:tcPr>
          <w:p w:rsidR="007279E2" w:rsidRPr="003B777F" w:rsidRDefault="007279E2" w:rsidP="007279E2">
            <w:pPr>
              <w:pStyle w:val="ListBullet2"/>
              <w:numPr>
                <w:ilvl w:val="0"/>
                <w:numId w:val="0"/>
              </w:numPr>
            </w:pPr>
            <w:r w:rsidRPr="003B777F">
              <w:t>build.cxf.lib</w:t>
            </w:r>
          </w:p>
        </w:tc>
        <w:tc>
          <w:tcPr>
            <w:tcW w:w="6498" w:type="dxa"/>
          </w:tcPr>
          <w:p w:rsidR="007279E2" w:rsidRPr="003B777F" w:rsidRDefault="003E79BE" w:rsidP="007279E2">
            <w:pPr>
              <w:pStyle w:val="ListBullet2"/>
              <w:numPr>
                <w:ilvl w:val="0"/>
                <w:numId w:val="0"/>
              </w:numPr>
            </w:pPr>
            <w:r w:rsidRPr="003B777F">
              <w:t>Jars needed by CXF.</w:t>
            </w:r>
          </w:p>
          <w:p w:rsidR="0003552A" w:rsidRDefault="007279E2" w:rsidP="007279E2">
            <w:pPr>
              <w:pStyle w:val="ListBullet2"/>
              <w:numPr>
                <w:ilvl w:val="0"/>
                <w:numId w:val="0"/>
              </w:numPr>
            </w:pPr>
            <w:r w:rsidRPr="003B777F">
              <w:t>Ex</w:t>
            </w:r>
            <w:r w:rsidR="0003552A">
              <w:t>ample</w:t>
            </w:r>
            <w:r w:rsidRPr="003B777F">
              <w:t>:</w:t>
            </w:r>
          </w:p>
          <w:p w:rsidR="007279E2" w:rsidRPr="003B777F" w:rsidRDefault="0003552A" w:rsidP="007279E2">
            <w:pPr>
              <w:pStyle w:val="ListBullet2"/>
              <w:numPr>
                <w:ilvl w:val="0"/>
                <w:numId w:val="0"/>
              </w:numPr>
            </w:pPr>
            <w:r>
              <w:t>c</w:t>
            </w:r>
            <w:r w:rsidR="007279E2" w:rsidRPr="003B777F">
              <w:t>:/java/apache-cxf-2.3.0/lib</w:t>
            </w:r>
          </w:p>
        </w:tc>
      </w:tr>
    </w:tbl>
    <w:p w:rsidR="007279E2" w:rsidRPr="003B777F" w:rsidRDefault="007279E2" w:rsidP="007279E2">
      <w:pPr>
        <w:pStyle w:val="ListBullet2"/>
        <w:numPr>
          <w:ilvl w:val="0"/>
          <w:numId w:val="0"/>
        </w:numPr>
        <w:ind w:left="720"/>
      </w:pPr>
    </w:p>
    <w:p w:rsidR="00B31654" w:rsidRPr="003B777F" w:rsidRDefault="00BC264B" w:rsidP="000B393C">
      <w:pPr>
        <w:pStyle w:val="ISOHeader1"/>
        <w:numPr>
          <w:ilvl w:val="0"/>
          <w:numId w:val="10"/>
        </w:numPr>
      </w:pPr>
      <w:r>
        <w:lastRenderedPageBreak/>
        <w:t xml:space="preserve"> Java - </w:t>
      </w:r>
      <w:r w:rsidR="00B31654" w:rsidRPr="003B777F">
        <w:t>Build and Run The Example</w:t>
      </w:r>
    </w:p>
    <w:tbl>
      <w:tblPr>
        <w:tblStyle w:val="TableGrid"/>
        <w:tblW w:w="0" w:type="auto"/>
        <w:tblLook w:val="04A0"/>
      </w:tblPr>
      <w:tblGrid>
        <w:gridCol w:w="4608"/>
        <w:gridCol w:w="4608"/>
      </w:tblGrid>
      <w:tr w:rsidR="00B31654" w:rsidRPr="003B777F" w:rsidTr="00B31654">
        <w:tc>
          <w:tcPr>
            <w:tcW w:w="4608" w:type="dxa"/>
          </w:tcPr>
          <w:p w:rsidR="00B31654" w:rsidRPr="003B777F" w:rsidRDefault="00B31654" w:rsidP="00B31654">
            <w:pPr>
              <w:pStyle w:val="ISOHeader1"/>
              <w:pBdr>
                <w:bottom w:val="none" w:sz="0" w:space="0" w:color="auto"/>
              </w:pBdr>
            </w:pPr>
            <w:r w:rsidRPr="003B777F">
              <w:t>Command</w:t>
            </w:r>
          </w:p>
        </w:tc>
        <w:tc>
          <w:tcPr>
            <w:tcW w:w="4608" w:type="dxa"/>
          </w:tcPr>
          <w:p w:rsidR="00B31654" w:rsidRPr="003B777F" w:rsidRDefault="00B31654" w:rsidP="00B31654">
            <w:pPr>
              <w:pStyle w:val="ISOHeader1"/>
              <w:pBdr>
                <w:bottom w:val="none" w:sz="0" w:space="0" w:color="auto"/>
              </w:pBdr>
            </w:pPr>
            <w:r w:rsidRPr="003B777F">
              <w:t>Description</w:t>
            </w:r>
          </w:p>
        </w:tc>
      </w:tr>
      <w:tr w:rsidR="00B31654" w:rsidRPr="003B777F" w:rsidTr="00B31654">
        <w:tc>
          <w:tcPr>
            <w:tcW w:w="4608" w:type="dxa"/>
          </w:tcPr>
          <w:p w:rsidR="00B31654" w:rsidRPr="003B777F" w:rsidRDefault="00B31654" w:rsidP="00B31654">
            <w:pPr>
              <w:pStyle w:val="ISOHeader1"/>
              <w:pBdr>
                <w:bottom w:val="none" w:sz="0" w:space="0" w:color="auto"/>
              </w:pBdr>
            </w:pPr>
            <w:r w:rsidRPr="003B777F">
              <w:t>ant all</w:t>
            </w:r>
          </w:p>
        </w:tc>
        <w:tc>
          <w:tcPr>
            <w:tcW w:w="4608" w:type="dxa"/>
          </w:tcPr>
          <w:p w:rsidR="00B31654" w:rsidRPr="003B777F" w:rsidRDefault="00B31654" w:rsidP="00B31654">
            <w:pPr>
              <w:pStyle w:val="ISOHeader1"/>
              <w:pBdr>
                <w:bottom w:val="none" w:sz="0" w:space="0" w:color="auto"/>
              </w:pBdr>
            </w:pPr>
            <w:r w:rsidRPr="003B777F">
              <w:t>Builds jar file.</w:t>
            </w:r>
          </w:p>
        </w:tc>
      </w:tr>
      <w:tr w:rsidR="00B31654" w:rsidRPr="003B777F" w:rsidTr="00B31654">
        <w:tc>
          <w:tcPr>
            <w:tcW w:w="4608" w:type="dxa"/>
          </w:tcPr>
          <w:p w:rsidR="00B31654" w:rsidRPr="003B777F" w:rsidRDefault="00B31654" w:rsidP="00B31654">
            <w:pPr>
              <w:pStyle w:val="ISOHeader1"/>
              <w:pBdr>
                <w:bottom w:val="none" w:sz="0" w:space="0" w:color="auto"/>
              </w:pBdr>
            </w:pPr>
            <w:r w:rsidRPr="003B777F">
              <w:t>RunSample.bat</w:t>
            </w:r>
          </w:p>
        </w:tc>
        <w:tc>
          <w:tcPr>
            <w:tcW w:w="4608" w:type="dxa"/>
          </w:tcPr>
          <w:p w:rsidR="00B31654" w:rsidRPr="003B777F" w:rsidRDefault="00B31654" w:rsidP="00B31654">
            <w:pPr>
              <w:pStyle w:val="ISOHeader1"/>
              <w:pBdr>
                <w:bottom w:val="none" w:sz="0" w:space="0" w:color="auto"/>
              </w:pBdr>
            </w:pPr>
            <w:r w:rsidRPr="003B777F">
              <w:t>Runs Sample.</w:t>
            </w:r>
          </w:p>
        </w:tc>
      </w:tr>
    </w:tbl>
    <w:p w:rsidR="00D05F88" w:rsidRDefault="00D05F88" w:rsidP="00D05F88">
      <w:pPr>
        <w:pStyle w:val="ISOHeader1"/>
        <w:pBdr>
          <w:bottom w:val="single" w:sz="4" w:space="0" w:color="auto"/>
        </w:pBdr>
        <w:spacing w:before="0" w:after="0"/>
      </w:pPr>
    </w:p>
    <w:p w:rsidR="00D05F88" w:rsidRDefault="00D05F88" w:rsidP="00D05F88">
      <w:pPr>
        <w:pStyle w:val="ISOHeader1"/>
        <w:pBdr>
          <w:bottom w:val="single" w:sz="4" w:space="0" w:color="auto"/>
        </w:pBdr>
        <w:spacing w:before="0" w:after="0"/>
      </w:pPr>
      <w:r>
        <w:t>Commands to build and run ( Windows Environment )</w:t>
      </w:r>
    </w:p>
    <w:p w:rsidR="00D05F88" w:rsidRDefault="00D05F88" w:rsidP="00D05F88">
      <w:pPr>
        <w:pStyle w:val="ISOHeader1"/>
        <w:pBdr>
          <w:bottom w:val="single" w:sz="4" w:space="0" w:color="auto"/>
        </w:pBdr>
        <w:spacing w:before="0" w:after="0"/>
      </w:pPr>
      <w:r>
        <w:t>&gt;cd c:\</w:t>
      </w:r>
      <w:r w:rsidR="002E16F6">
        <w:t>Wind_Client_Sample_Java_Program</w:t>
      </w:r>
      <w:r w:rsidR="003B5B10">
        <w:t>\cxf</w:t>
      </w:r>
    </w:p>
    <w:p w:rsidR="00D05F88" w:rsidRDefault="00D05F88" w:rsidP="00D05F88">
      <w:pPr>
        <w:pStyle w:val="ISOHeader1"/>
        <w:pBdr>
          <w:bottom w:val="single" w:sz="4" w:space="0" w:color="auto"/>
        </w:pBdr>
        <w:spacing w:before="0" w:after="0"/>
      </w:pPr>
      <w:r>
        <w:t>c:\</w:t>
      </w:r>
      <w:r w:rsidR="00F659F2" w:rsidRPr="00F659F2">
        <w:t xml:space="preserve"> </w:t>
      </w:r>
      <w:r w:rsidR="002E16F6">
        <w:t>Wind_Client_Sample_Java_Program</w:t>
      </w:r>
      <w:r w:rsidR="003B5B10">
        <w:t>\cxf</w:t>
      </w:r>
      <w:r>
        <w:t>&gt;</w:t>
      </w:r>
      <w:r w:rsidR="003B5B10">
        <w:t>env</w:t>
      </w:r>
    </w:p>
    <w:p w:rsidR="00D05F88" w:rsidRDefault="00D05F88" w:rsidP="00D05F88">
      <w:pPr>
        <w:pStyle w:val="ISOHeader1"/>
        <w:pBdr>
          <w:bottom w:val="single" w:sz="4" w:space="0" w:color="auto"/>
        </w:pBdr>
        <w:spacing w:before="0" w:after="0"/>
      </w:pPr>
      <w:r>
        <w:t>c:\</w:t>
      </w:r>
      <w:r w:rsidR="00F659F2" w:rsidRPr="00F659F2">
        <w:t xml:space="preserve"> </w:t>
      </w:r>
      <w:r w:rsidR="002E16F6">
        <w:t>Wind_Client_Sample_Java_Program</w:t>
      </w:r>
      <w:r w:rsidR="003B5B10">
        <w:t>\cxf</w:t>
      </w:r>
      <w:r>
        <w:t>&gt;ant all</w:t>
      </w:r>
    </w:p>
    <w:p w:rsidR="00397133" w:rsidRDefault="00397133" w:rsidP="00D05F88">
      <w:pPr>
        <w:pStyle w:val="ISOHeader1"/>
        <w:pBdr>
          <w:bottom w:val="single" w:sz="4" w:space="0" w:color="auto"/>
        </w:pBdr>
        <w:spacing w:before="0" w:after="0"/>
      </w:pPr>
      <w:r>
        <w:t>c:\</w:t>
      </w:r>
      <w:r w:rsidRPr="00F659F2">
        <w:t xml:space="preserve"> </w:t>
      </w:r>
      <w:r>
        <w:t>Wind_Client_Sample_Java_Program\cxf&gt;ComplieSample</w:t>
      </w:r>
    </w:p>
    <w:p w:rsidR="00D05F88" w:rsidRDefault="00D05F88" w:rsidP="00D05F88">
      <w:pPr>
        <w:pStyle w:val="ISOHeader1"/>
        <w:pBdr>
          <w:bottom w:val="single" w:sz="4" w:space="0" w:color="auto"/>
        </w:pBdr>
        <w:spacing w:before="0" w:after="0"/>
      </w:pPr>
      <w:r>
        <w:t>c:\</w:t>
      </w:r>
      <w:r w:rsidR="00F659F2" w:rsidRPr="00F659F2">
        <w:t xml:space="preserve"> </w:t>
      </w:r>
      <w:r w:rsidR="002E16F6">
        <w:t>Wind_Client_Sample_Java_Program</w:t>
      </w:r>
      <w:r w:rsidR="003B5B10">
        <w:t>\cxf</w:t>
      </w:r>
      <w:r>
        <w:t>&gt;RunSample</w:t>
      </w:r>
    </w:p>
    <w:p w:rsidR="00D05F88" w:rsidRDefault="00D05F88" w:rsidP="00D05F88">
      <w:pPr>
        <w:pStyle w:val="ISOHeader1"/>
        <w:pBdr>
          <w:bottom w:val="single" w:sz="4" w:space="0" w:color="auto"/>
        </w:pBdr>
        <w:spacing w:before="0" w:after="0"/>
      </w:pPr>
    </w:p>
    <w:p w:rsidR="009F0782" w:rsidRDefault="009F0782" w:rsidP="00D05F88">
      <w:pPr>
        <w:pStyle w:val="ISOHeader1"/>
        <w:pBdr>
          <w:bottom w:val="single" w:sz="4" w:space="0" w:color="auto"/>
        </w:pBdr>
        <w:spacing w:before="0" w:after="0"/>
      </w:pPr>
    </w:p>
    <w:p w:rsidR="009F0782" w:rsidRDefault="009F0782" w:rsidP="009F0782">
      <w:pPr>
        <w:pStyle w:val="ISODocumentChapterTile"/>
        <w:ind w:right="-450"/>
        <w:rPr>
          <w:bCs/>
          <w:sz w:val="32"/>
        </w:rPr>
      </w:pPr>
    </w:p>
    <w:p w:rsidR="009F0782" w:rsidRDefault="009F0782" w:rsidP="009F0782">
      <w:pPr>
        <w:pStyle w:val="ISODocumentChapterTile"/>
        <w:ind w:right="-450"/>
        <w:rPr>
          <w:bCs/>
          <w:sz w:val="32"/>
        </w:rPr>
      </w:pPr>
    </w:p>
    <w:sectPr w:rsidR="009F0782" w:rsidSect="00332E45">
      <w:footerReference w:type="default" r:id="rId14"/>
      <w:pgSz w:w="12240" w:h="15840" w:code="1"/>
      <w:pgMar w:top="1440" w:right="1440" w:bottom="1440" w:left="1800" w:header="720"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DEE" w:rsidRDefault="00243DEE">
      <w:r>
        <w:separator/>
      </w:r>
    </w:p>
    <w:p w:rsidR="00243DEE" w:rsidRDefault="00243DEE"/>
  </w:endnote>
  <w:endnote w:type="continuationSeparator" w:id="0">
    <w:p w:rsidR="00243DEE" w:rsidRDefault="00243DEE">
      <w:r>
        <w:continuationSeparator/>
      </w:r>
    </w:p>
    <w:p w:rsidR="00243DEE" w:rsidRDefault="00243DE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altName w:val="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577" w:rsidRDefault="00D11577">
    <w:pPr>
      <w:pStyle w:val="Footer"/>
    </w:pPr>
  </w:p>
  <w:p w:rsidR="00D11577" w:rsidRDefault="003B777F">
    <w:pPr>
      <w:pStyle w:val="Footer"/>
    </w:pPr>
    <w:r>
      <w:t xml:space="preserve">eMarket Sample </w:t>
    </w:r>
    <w:r w:rsidR="001711A9">
      <w:t>Program User Guide</w:t>
    </w:r>
    <w:r w:rsidR="00D11577">
      <w:tab/>
    </w:r>
    <w:r w:rsidR="00D11577">
      <w:rPr>
        <w:snapToGrid w:val="0"/>
      </w:rPr>
      <w:tab/>
      <w:t xml:space="preserve">Page </w:t>
    </w:r>
    <w:r w:rsidR="0049604C">
      <w:rPr>
        <w:snapToGrid w:val="0"/>
      </w:rPr>
      <w:fldChar w:fldCharType="begin"/>
    </w:r>
    <w:r w:rsidR="00D11577">
      <w:rPr>
        <w:snapToGrid w:val="0"/>
      </w:rPr>
      <w:instrText xml:space="preserve"> PAGE </w:instrText>
    </w:r>
    <w:r w:rsidR="0049604C">
      <w:rPr>
        <w:snapToGrid w:val="0"/>
      </w:rPr>
      <w:fldChar w:fldCharType="separate"/>
    </w:r>
    <w:r w:rsidR="00397133">
      <w:rPr>
        <w:noProof/>
        <w:snapToGrid w:val="0"/>
      </w:rPr>
      <w:t>6</w:t>
    </w:r>
    <w:r w:rsidR="0049604C">
      <w:rPr>
        <w:snapToGrid w:val="0"/>
      </w:rPr>
      <w:fldChar w:fldCharType="end"/>
    </w:r>
    <w:r w:rsidR="00D11577">
      <w:rPr>
        <w:snapToGrid w:val="0"/>
      </w:rPr>
      <w:t xml:space="preserve"> of </w:t>
    </w:r>
    <w:r w:rsidR="0049604C">
      <w:rPr>
        <w:snapToGrid w:val="0"/>
      </w:rPr>
      <w:fldChar w:fldCharType="begin"/>
    </w:r>
    <w:r w:rsidR="00D11577">
      <w:rPr>
        <w:snapToGrid w:val="0"/>
      </w:rPr>
      <w:instrText xml:space="preserve"> NUMPAGES </w:instrText>
    </w:r>
    <w:r w:rsidR="0049604C">
      <w:rPr>
        <w:snapToGrid w:val="0"/>
      </w:rPr>
      <w:fldChar w:fldCharType="separate"/>
    </w:r>
    <w:r w:rsidR="00397133">
      <w:rPr>
        <w:noProof/>
        <w:snapToGrid w:val="0"/>
      </w:rPr>
      <w:t>6</w:t>
    </w:r>
    <w:r w:rsidR="0049604C">
      <w:rPr>
        <w:snapToGrid w:val="0"/>
      </w:rPr>
      <w:fldChar w:fldCharType="end"/>
    </w:r>
    <w:r w:rsidR="00D11577">
      <w:br/>
      <w:t xml:space="preserve">Draft, </w:t>
    </w:r>
    <w:r w:rsidR="001711A9">
      <w:t>January 10</w:t>
    </w:r>
    <w:r>
      <w:t>, 201</w:t>
    </w:r>
    <w:r w:rsidR="001711A9">
      <w:t>2</w:t>
    </w:r>
    <w:r w:rsidR="00D11577">
      <w:t>, Confidential</w:t>
    </w:r>
    <w:r w:rsidR="00D11577">
      <w:tab/>
    </w:r>
    <w:r w:rsidR="00D11577">
      <w:tab/>
    </w:r>
    <w:r w:rsidR="00D11577">
      <w:sym w:font="Symbol" w:char="F0D3"/>
    </w:r>
    <w:r w:rsidR="00063715">
      <w:t>20</w:t>
    </w:r>
    <w:r w:rsidR="002D6C54">
      <w:t>1</w:t>
    </w:r>
    <w:r w:rsidR="001711A9">
      <w:t>2</w:t>
    </w:r>
    <w:r w:rsidR="00D11577">
      <w:t xml:space="preserve"> ISO New England Inc.</w:t>
    </w:r>
  </w:p>
  <w:p w:rsidR="00D11577" w:rsidRDefault="00D1157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DEE" w:rsidRDefault="00243DEE">
      <w:r>
        <w:separator/>
      </w:r>
    </w:p>
  </w:footnote>
  <w:footnote w:type="continuationSeparator" w:id="0">
    <w:p w:rsidR="00243DEE" w:rsidRDefault="00243DEE">
      <w:r>
        <w:continuationSeparator/>
      </w:r>
    </w:p>
    <w:p w:rsidR="00243DEE" w:rsidRDefault="00243DE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45CD3D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45F72C5"/>
    <w:multiLevelType w:val="multilevel"/>
    <w:tmpl w:val="E568445A"/>
    <w:lvl w:ilvl="0">
      <w:start w:val="1"/>
      <w:numFmt w:val="bullet"/>
      <w:lvlText w:val=""/>
      <w:lvlJc w:val="left"/>
      <w:pPr>
        <w:tabs>
          <w:tab w:val="num" w:pos="720"/>
        </w:tabs>
        <w:ind w:left="720" w:hanging="360"/>
      </w:pPr>
      <w:rPr>
        <w:rFonts w:ascii="Symbol" w:hAnsi="Symbol" w:hint="default"/>
      </w:rPr>
    </w:lvl>
    <w:lvl w:ilvl="1">
      <w:start w:val="9"/>
      <w:numFmt w:val="decimal"/>
      <w:lvlText w:val="%2)"/>
      <w:lvlJc w:val="left"/>
      <w:pPr>
        <w:ind w:left="1800" w:hanging="360"/>
      </w:pPr>
      <w:rPr>
        <w:rFonts w:hint="default"/>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
    <w:nsid w:val="07AD1BD5"/>
    <w:multiLevelType w:val="hybridMultilevel"/>
    <w:tmpl w:val="8E06022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E3303A"/>
    <w:multiLevelType w:val="singleLevel"/>
    <w:tmpl w:val="257085F8"/>
    <w:lvl w:ilvl="0">
      <w:start w:val="1"/>
      <w:numFmt w:val="bullet"/>
      <w:pStyle w:val="List3"/>
      <w:lvlText w:val=""/>
      <w:lvlJc w:val="left"/>
      <w:pPr>
        <w:tabs>
          <w:tab w:val="num" w:pos="360"/>
        </w:tabs>
        <w:ind w:left="360" w:hanging="360"/>
      </w:pPr>
      <w:rPr>
        <w:rFonts w:ascii="Symbol" w:hAnsi="Symbol" w:hint="default"/>
      </w:rPr>
    </w:lvl>
  </w:abstractNum>
  <w:abstractNum w:abstractNumId="4">
    <w:nsid w:val="23C44E8F"/>
    <w:multiLevelType w:val="multilevel"/>
    <w:tmpl w:val="55562DE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81564DF"/>
    <w:multiLevelType w:val="hybridMultilevel"/>
    <w:tmpl w:val="23EEE1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3D78D6"/>
    <w:multiLevelType w:val="hybridMultilevel"/>
    <w:tmpl w:val="72A45F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7877A3E"/>
    <w:multiLevelType w:val="hybridMultilevel"/>
    <w:tmpl w:val="C4325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DD313B"/>
    <w:multiLevelType w:val="multilevel"/>
    <w:tmpl w:val="E568445A"/>
    <w:lvl w:ilvl="0">
      <w:start w:val="1"/>
      <w:numFmt w:val="bullet"/>
      <w:lvlText w:val=""/>
      <w:lvlJc w:val="left"/>
      <w:pPr>
        <w:tabs>
          <w:tab w:val="num" w:pos="720"/>
        </w:tabs>
        <w:ind w:left="720" w:hanging="360"/>
      </w:pPr>
      <w:rPr>
        <w:rFonts w:ascii="Symbol" w:hAnsi="Symbol" w:hint="default"/>
      </w:rPr>
    </w:lvl>
    <w:lvl w:ilvl="1">
      <w:start w:val="9"/>
      <w:numFmt w:val="decimal"/>
      <w:lvlText w:val="%2)"/>
      <w:lvlJc w:val="left"/>
      <w:pPr>
        <w:ind w:left="1800" w:hanging="360"/>
      </w:pPr>
      <w:rPr>
        <w:rFonts w:hint="default"/>
      </w:r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9">
    <w:nsid w:val="42225F9D"/>
    <w:multiLevelType w:val="singleLevel"/>
    <w:tmpl w:val="03E6CA1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476812B4"/>
    <w:multiLevelType w:val="hybridMultilevel"/>
    <w:tmpl w:val="6B76F5FA"/>
    <w:lvl w:ilvl="0" w:tplc="DB74A55C">
      <w:numFmt w:val="bullet"/>
      <w:lvlText w:val="-"/>
      <w:lvlJc w:val="left"/>
      <w:pPr>
        <w:ind w:left="2520" w:hanging="360"/>
      </w:pPr>
      <w:rPr>
        <w:rFonts w:ascii="Arial" w:eastAsia="Times New Roman" w:hAnsi="Arial" w:cs="Arial" w:hint="default"/>
      </w:rPr>
    </w:lvl>
    <w:lvl w:ilvl="1" w:tplc="543CDE6E">
      <w:start w:val="1"/>
      <w:numFmt w:val="bullet"/>
      <w:lvlText w:val="o"/>
      <w:lvlJc w:val="left"/>
      <w:pPr>
        <w:ind w:left="3240" w:hanging="360"/>
      </w:pPr>
      <w:rPr>
        <w:rFonts w:ascii="Courier New" w:hAnsi="Courier New" w:cs="Courier New" w:hint="default"/>
      </w:rPr>
    </w:lvl>
    <w:lvl w:ilvl="2" w:tplc="E758BCE8" w:tentative="1">
      <w:start w:val="1"/>
      <w:numFmt w:val="bullet"/>
      <w:lvlText w:val=""/>
      <w:lvlJc w:val="left"/>
      <w:pPr>
        <w:ind w:left="3960" w:hanging="360"/>
      </w:pPr>
      <w:rPr>
        <w:rFonts w:ascii="Wingdings" w:hAnsi="Wingdings" w:hint="default"/>
      </w:rPr>
    </w:lvl>
    <w:lvl w:ilvl="3" w:tplc="A126AA8E" w:tentative="1">
      <w:start w:val="1"/>
      <w:numFmt w:val="bullet"/>
      <w:lvlText w:val=""/>
      <w:lvlJc w:val="left"/>
      <w:pPr>
        <w:ind w:left="4680" w:hanging="360"/>
      </w:pPr>
      <w:rPr>
        <w:rFonts w:ascii="Symbol" w:hAnsi="Symbol" w:hint="default"/>
      </w:rPr>
    </w:lvl>
    <w:lvl w:ilvl="4" w:tplc="9A66A6C6" w:tentative="1">
      <w:start w:val="1"/>
      <w:numFmt w:val="bullet"/>
      <w:lvlText w:val="o"/>
      <w:lvlJc w:val="left"/>
      <w:pPr>
        <w:ind w:left="5400" w:hanging="360"/>
      </w:pPr>
      <w:rPr>
        <w:rFonts w:ascii="Courier New" w:hAnsi="Courier New" w:cs="Courier New" w:hint="default"/>
      </w:rPr>
    </w:lvl>
    <w:lvl w:ilvl="5" w:tplc="9984D4F4" w:tentative="1">
      <w:start w:val="1"/>
      <w:numFmt w:val="bullet"/>
      <w:lvlText w:val=""/>
      <w:lvlJc w:val="left"/>
      <w:pPr>
        <w:ind w:left="6120" w:hanging="360"/>
      </w:pPr>
      <w:rPr>
        <w:rFonts w:ascii="Wingdings" w:hAnsi="Wingdings" w:hint="default"/>
      </w:rPr>
    </w:lvl>
    <w:lvl w:ilvl="6" w:tplc="16D0ACD8" w:tentative="1">
      <w:start w:val="1"/>
      <w:numFmt w:val="bullet"/>
      <w:lvlText w:val=""/>
      <w:lvlJc w:val="left"/>
      <w:pPr>
        <w:ind w:left="6840" w:hanging="360"/>
      </w:pPr>
      <w:rPr>
        <w:rFonts w:ascii="Symbol" w:hAnsi="Symbol" w:hint="default"/>
      </w:rPr>
    </w:lvl>
    <w:lvl w:ilvl="7" w:tplc="5290C5EE" w:tentative="1">
      <w:start w:val="1"/>
      <w:numFmt w:val="bullet"/>
      <w:lvlText w:val="o"/>
      <w:lvlJc w:val="left"/>
      <w:pPr>
        <w:ind w:left="7560" w:hanging="360"/>
      </w:pPr>
      <w:rPr>
        <w:rFonts w:ascii="Courier New" w:hAnsi="Courier New" w:cs="Courier New" w:hint="default"/>
      </w:rPr>
    </w:lvl>
    <w:lvl w:ilvl="8" w:tplc="F912D6F0" w:tentative="1">
      <w:start w:val="1"/>
      <w:numFmt w:val="bullet"/>
      <w:lvlText w:val=""/>
      <w:lvlJc w:val="left"/>
      <w:pPr>
        <w:ind w:left="8280" w:hanging="360"/>
      </w:pPr>
      <w:rPr>
        <w:rFonts w:ascii="Wingdings" w:hAnsi="Wingdings" w:hint="default"/>
      </w:rPr>
    </w:lvl>
  </w:abstractNum>
  <w:abstractNum w:abstractNumId="11">
    <w:nsid w:val="4B3460D0"/>
    <w:multiLevelType w:val="multilevel"/>
    <w:tmpl w:val="3DE01580"/>
    <w:lvl w:ilvl="0">
      <w:start w:val="1"/>
      <w:numFmt w:val="decimal"/>
      <w:lvlText w:val="%1)"/>
      <w:lvlJc w:val="left"/>
      <w:pPr>
        <w:tabs>
          <w:tab w:val="num" w:pos="360"/>
        </w:tabs>
        <w:ind w:left="360" w:hanging="360"/>
      </w:pPr>
    </w:lvl>
    <w:lvl w:ilvl="1">
      <w:start w:val="9"/>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5A15497"/>
    <w:multiLevelType w:val="singleLevel"/>
    <w:tmpl w:val="27C0480E"/>
    <w:lvl w:ilvl="0">
      <w:start w:val="1"/>
      <w:numFmt w:val="bullet"/>
      <w:pStyle w:val="ListBullet2"/>
      <w:lvlText w:val=""/>
      <w:lvlJc w:val="left"/>
      <w:pPr>
        <w:tabs>
          <w:tab w:val="num" w:pos="360"/>
        </w:tabs>
        <w:ind w:left="360" w:hanging="360"/>
      </w:pPr>
      <w:rPr>
        <w:rFonts w:ascii="Symbol" w:hAnsi="Symbol" w:hint="default"/>
      </w:rPr>
    </w:lvl>
  </w:abstractNum>
  <w:abstractNum w:abstractNumId="13">
    <w:nsid w:val="605A1D7A"/>
    <w:multiLevelType w:val="multilevel"/>
    <w:tmpl w:val="5CBCEC3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4">
    <w:nsid w:val="65BA4C10"/>
    <w:multiLevelType w:val="multilevel"/>
    <w:tmpl w:val="55562DE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02A4CDA"/>
    <w:multiLevelType w:val="singleLevel"/>
    <w:tmpl w:val="11B24768"/>
    <w:lvl w:ilvl="0">
      <w:start w:val="1"/>
      <w:numFmt w:val="bullet"/>
      <w:pStyle w:val="List2"/>
      <w:lvlText w:val=""/>
      <w:lvlJc w:val="left"/>
      <w:pPr>
        <w:tabs>
          <w:tab w:val="num" w:pos="360"/>
        </w:tabs>
        <w:ind w:left="360" w:hanging="360"/>
      </w:pPr>
      <w:rPr>
        <w:rFonts w:ascii="Symbol" w:hAnsi="Symbol" w:hint="default"/>
      </w:rPr>
    </w:lvl>
  </w:abstractNum>
  <w:num w:numId="1">
    <w:abstractNumId w:val="13"/>
  </w:num>
  <w:num w:numId="2">
    <w:abstractNumId w:val="9"/>
  </w:num>
  <w:num w:numId="3">
    <w:abstractNumId w:val="12"/>
  </w:num>
  <w:num w:numId="4">
    <w:abstractNumId w:val="10"/>
  </w:num>
  <w:num w:numId="5">
    <w:abstractNumId w:val="0"/>
  </w:num>
  <w:num w:numId="6">
    <w:abstractNumId w:val="2"/>
  </w:num>
  <w:num w:numId="7">
    <w:abstractNumId w:val="11"/>
  </w:num>
  <w:num w:numId="8">
    <w:abstractNumId w:val="4"/>
  </w:num>
  <w:num w:numId="9">
    <w:abstractNumId w:val="7"/>
  </w:num>
  <w:num w:numId="10">
    <w:abstractNumId w:val="6"/>
  </w:num>
  <w:num w:numId="11">
    <w:abstractNumId w:val="15"/>
  </w:num>
  <w:num w:numId="12">
    <w:abstractNumId w:val="3"/>
  </w:num>
  <w:num w:numId="13">
    <w:abstractNumId w:val="8"/>
  </w:num>
  <w:num w:numId="14">
    <w:abstractNumId w:val="1"/>
  </w:num>
  <w:num w:numId="15">
    <w:abstractNumId w:val="5"/>
  </w:num>
  <w:num w:numId="16">
    <w:abstractNumId w:val="1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0482"/>
  </w:hdrShapeDefaults>
  <w:footnotePr>
    <w:footnote w:id="-1"/>
    <w:footnote w:id="0"/>
  </w:footnotePr>
  <w:endnotePr>
    <w:endnote w:id="-1"/>
    <w:endnote w:id="0"/>
  </w:endnotePr>
  <w:compat/>
  <w:rsids>
    <w:rsidRoot w:val="00695EF0"/>
    <w:rsid w:val="00001A6E"/>
    <w:rsid w:val="0002155D"/>
    <w:rsid w:val="0003552A"/>
    <w:rsid w:val="00063485"/>
    <w:rsid w:val="00063715"/>
    <w:rsid w:val="000867E7"/>
    <w:rsid w:val="0008722B"/>
    <w:rsid w:val="000A546F"/>
    <w:rsid w:val="000B270D"/>
    <w:rsid w:val="000B393C"/>
    <w:rsid w:val="000C09D4"/>
    <w:rsid w:val="000C365B"/>
    <w:rsid w:val="000C41DA"/>
    <w:rsid w:val="000E7FDA"/>
    <w:rsid w:val="000F7614"/>
    <w:rsid w:val="00125BAD"/>
    <w:rsid w:val="00135BD0"/>
    <w:rsid w:val="00162F75"/>
    <w:rsid w:val="00167D96"/>
    <w:rsid w:val="001711A9"/>
    <w:rsid w:val="001947F5"/>
    <w:rsid w:val="001A5E1C"/>
    <w:rsid w:val="001A74AF"/>
    <w:rsid w:val="001B4011"/>
    <w:rsid w:val="001D5DF1"/>
    <w:rsid w:val="001F0B9A"/>
    <w:rsid w:val="00214334"/>
    <w:rsid w:val="002174D5"/>
    <w:rsid w:val="00230A5C"/>
    <w:rsid w:val="002311ED"/>
    <w:rsid w:val="00231C56"/>
    <w:rsid w:val="00243DEE"/>
    <w:rsid w:val="00246730"/>
    <w:rsid w:val="002521EB"/>
    <w:rsid w:val="00261F1D"/>
    <w:rsid w:val="002641AB"/>
    <w:rsid w:val="002879FC"/>
    <w:rsid w:val="002A14D4"/>
    <w:rsid w:val="002B2847"/>
    <w:rsid w:val="002D6C54"/>
    <w:rsid w:val="002E16F6"/>
    <w:rsid w:val="00305D0E"/>
    <w:rsid w:val="003109D6"/>
    <w:rsid w:val="003123B6"/>
    <w:rsid w:val="00332E45"/>
    <w:rsid w:val="00343A82"/>
    <w:rsid w:val="00351E4D"/>
    <w:rsid w:val="003530A9"/>
    <w:rsid w:val="00357AD6"/>
    <w:rsid w:val="003603CA"/>
    <w:rsid w:val="0038105E"/>
    <w:rsid w:val="00383050"/>
    <w:rsid w:val="00386A3B"/>
    <w:rsid w:val="00387095"/>
    <w:rsid w:val="00397133"/>
    <w:rsid w:val="003B5B10"/>
    <w:rsid w:val="003B777F"/>
    <w:rsid w:val="003C646A"/>
    <w:rsid w:val="003E1900"/>
    <w:rsid w:val="003E79BE"/>
    <w:rsid w:val="003F0B9C"/>
    <w:rsid w:val="003F132E"/>
    <w:rsid w:val="00421404"/>
    <w:rsid w:val="0043160E"/>
    <w:rsid w:val="00432103"/>
    <w:rsid w:val="00445534"/>
    <w:rsid w:val="004524F9"/>
    <w:rsid w:val="00484385"/>
    <w:rsid w:val="00486A71"/>
    <w:rsid w:val="004926E8"/>
    <w:rsid w:val="0049604C"/>
    <w:rsid w:val="004A292C"/>
    <w:rsid w:val="004A51E6"/>
    <w:rsid w:val="004C569F"/>
    <w:rsid w:val="00501582"/>
    <w:rsid w:val="00534E97"/>
    <w:rsid w:val="00567486"/>
    <w:rsid w:val="00573957"/>
    <w:rsid w:val="005D40B1"/>
    <w:rsid w:val="005D5751"/>
    <w:rsid w:val="005E3F77"/>
    <w:rsid w:val="005F5C41"/>
    <w:rsid w:val="00630AA5"/>
    <w:rsid w:val="00630BA2"/>
    <w:rsid w:val="006444F3"/>
    <w:rsid w:val="00680787"/>
    <w:rsid w:val="00695EF0"/>
    <w:rsid w:val="006A0337"/>
    <w:rsid w:val="0072062B"/>
    <w:rsid w:val="007279E2"/>
    <w:rsid w:val="00745225"/>
    <w:rsid w:val="00766D05"/>
    <w:rsid w:val="007B1FAD"/>
    <w:rsid w:val="007C27E1"/>
    <w:rsid w:val="007C41AD"/>
    <w:rsid w:val="00813AAF"/>
    <w:rsid w:val="00815203"/>
    <w:rsid w:val="00854FAE"/>
    <w:rsid w:val="0085712E"/>
    <w:rsid w:val="008C64CC"/>
    <w:rsid w:val="00910687"/>
    <w:rsid w:val="009411D1"/>
    <w:rsid w:val="00942E93"/>
    <w:rsid w:val="009511A9"/>
    <w:rsid w:val="00971C72"/>
    <w:rsid w:val="00980339"/>
    <w:rsid w:val="009B2DEE"/>
    <w:rsid w:val="009B703F"/>
    <w:rsid w:val="009C4329"/>
    <w:rsid w:val="009D07C3"/>
    <w:rsid w:val="009E4302"/>
    <w:rsid w:val="009F0782"/>
    <w:rsid w:val="00A21E3D"/>
    <w:rsid w:val="00A44BBF"/>
    <w:rsid w:val="00A5558B"/>
    <w:rsid w:val="00A80222"/>
    <w:rsid w:val="00A91BB5"/>
    <w:rsid w:val="00A932BB"/>
    <w:rsid w:val="00AA5127"/>
    <w:rsid w:val="00AD1CAA"/>
    <w:rsid w:val="00AD4CA0"/>
    <w:rsid w:val="00B00BD2"/>
    <w:rsid w:val="00B31654"/>
    <w:rsid w:val="00B326E8"/>
    <w:rsid w:val="00B41958"/>
    <w:rsid w:val="00B55CF6"/>
    <w:rsid w:val="00B73201"/>
    <w:rsid w:val="00B842C2"/>
    <w:rsid w:val="00BA20AB"/>
    <w:rsid w:val="00BB4FC8"/>
    <w:rsid w:val="00BB75FE"/>
    <w:rsid w:val="00BC264B"/>
    <w:rsid w:val="00BC3D1E"/>
    <w:rsid w:val="00C24C38"/>
    <w:rsid w:val="00C3010B"/>
    <w:rsid w:val="00C54D80"/>
    <w:rsid w:val="00C62230"/>
    <w:rsid w:val="00C75212"/>
    <w:rsid w:val="00CC0FDA"/>
    <w:rsid w:val="00CE489E"/>
    <w:rsid w:val="00D05F88"/>
    <w:rsid w:val="00D11577"/>
    <w:rsid w:val="00D242E1"/>
    <w:rsid w:val="00D423C5"/>
    <w:rsid w:val="00D44675"/>
    <w:rsid w:val="00D94514"/>
    <w:rsid w:val="00D94C41"/>
    <w:rsid w:val="00D95868"/>
    <w:rsid w:val="00DA1A8A"/>
    <w:rsid w:val="00DA6136"/>
    <w:rsid w:val="00DC7719"/>
    <w:rsid w:val="00DD3018"/>
    <w:rsid w:val="00E03F88"/>
    <w:rsid w:val="00E14F33"/>
    <w:rsid w:val="00E20F9A"/>
    <w:rsid w:val="00E212EC"/>
    <w:rsid w:val="00E52403"/>
    <w:rsid w:val="00E52940"/>
    <w:rsid w:val="00E56995"/>
    <w:rsid w:val="00E57F2D"/>
    <w:rsid w:val="00E727C4"/>
    <w:rsid w:val="00EF70E5"/>
    <w:rsid w:val="00F07CAF"/>
    <w:rsid w:val="00F351B7"/>
    <w:rsid w:val="00F52B96"/>
    <w:rsid w:val="00F6173C"/>
    <w:rsid w:val="00F659F2"/>
    <w:rsid w:val="00F8744D"/>
    <w:rsid w:val="00F96A5E"/>
    <w:rsid w:val="00FD5A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2B96"/>
    <w:pPr>
      <w:widowControl w:val="0"/>
      <w:spacing w:line="260" w:lineRule="atLeast"/>
    </w:pPr>
    <w:rPr>
      <w:sz w:val="22"/>
    </w:rPr>
  </w:style>
  <w:style w:type="paragraph" w:styleId="Heading1">
    <w:name w:val="heading 1"/>
    <w:basedOn w:val="Normal"/>
    <w:next w:val="Title"/>
    <w:qFormat/>
    <w:rsid w:val="00F52B96"/>
    <w:pPr>
      <w:keepNext/>
      <w:numPr>
        <w:numId w:val="1"/>
      </w:numPr>
      <w:pBdr>
        <w:bottom w:val="single" w:sz="4" w:space="1" w:color="auto"/>
      </w:pBdr>
      <w:spacing w:before="360" w:after="120"/>
      <w:outlineLvl w:val="0"/>
    </w:pPr>
    <w:rPr>
      <w:rFonts w:ascii="Arial" w:hAnsi="Arial"/>
      <w:b/>
      <w:sz w:val="24"/>
    </w:rPr>
  </w:style>
  <w:style w:type="paragraph" w:styleId="Heading2">
    <w:name w:val="heading 2"/>
    <w:aliases w:val="U&amp;lc Book,Small Cap,U&amp;lc Book1,Small Cap1,U&amp;lc Book2,Small Cap2,U&amp;lc Book11,Small Cap11,U&amp;lc Book3,Small Cap3,U&amp;lc Book12,Small Cap12,U&amp;lc Book4,Small Cap4,U&amp;lc Book13,Small Cap13,U&amp;lc Book5,Small Cap5,U&amp;lc Book14,Small Cap14,U&amp;lc Book6,H2,h2"/>
    <w:basedOn w:val="Heading1"/>
    <w:next w:val="Normal"/>
    <w:link w:val="Heading2Char"/>
    <w:qFormat/>
    <w:rsid w:val="00F52B96"/>
    <w:pPr>
      <w:numPr>
        <w:ilvl w:val="1"/>
      </w:numPr>
      <w:pBdr>
        <w:bottom w:val="none" w:sz="0" w:space="0" w:color="auto"/>
      </w:pBdr>
      <w:spacing w:before="240"/>
      <w:outlineLvl w:val="1"/>
    </w:pPr>
    <w:rPr>
      <w:sz w:val="20"/>
    </w:rPr>
  </w:style>
  <w:style w:type="paragraph" w:styleId="Heading3">
    <w:name w:val="heading 3"/>
    <w:aliases w:val="Bold,Table Attribute Heading,h3,H3,sl3,heading 3,meta book,3,Bold1,Table Attribute Heading1,h31,H31,sl31,heading 31,meta book1,31,Bold2,Table Attribute Heading2,h32,H32,sl32,heading 32,meta book2,32,Bold11,Table Attribute Heading11,h311,H311"/>
    <w:basedOn w:val="Heading1"/>
    <w:next w:val="Normal"/>
    <w:link w:val="Heading3Char"/>
    <w:qFormat/>
    <w:rsid w:val="00F52B96"/>
    <w:pPr>
      <w:numPr>
        <w:ilvl w:val="2"/>
      </w:numPr>
      <w:pBdr>
        <w:bottom w:val="none" w:sz="0" w:space="0" w:color="auto"/>
      </w:pBdr>
      <w:spacing w:before="240" w:line="240" w:lineRule="atLeast"/>
      <w:outlineLvl w:val="2"/>
    </w:pPr>
    <w:rPr>
      <w:b w:val="0"/>
      <w:i/>
      <w:sz w:val="20"/>
    </w:rPr>
  </w:style>
  <w:style w:type="paragraph" w:styleId="Heading4">
    <w:name w:val="heading 4"/>
    <w:aliases w:val="Italic,Heading 4 Bold,Italic1,Italic2,Italic11,Heading 4 Bold1,Italic3,Heading 4 Bold2,Italic12,Italic21,Italic111,Heading 4 Bold11,Italic4,Heading 4 Bold3,Italic13,Italic22,Italic112,Heading 4 Bold12,Italic5,Heading 4 Bold4,Italic14,Italic23"/>
    <w:basedOn w:val="Heading1"/>
    <w:next w:val="Normal"/>
    <w:qFormat/>
    <w:rsid w:val="00F52B96"/>
    <w:pPr>
      <w:numPr>
        <w:ilvl w:val="3"/>
      </w:numPr>
      <w:pBdr>
        <w:bottom w:val="none" w:sz="0" w:space="0" w:color="auto"/>
      </w:pBdr>
      <w:outlineLvl w:val="3"/>
    </w:pPr>
    <w:rPr>
      <w:b w:val="0"/>
      <w:sz w:val="20"/>
    </w:rPr>
  </w:style>
  <w:style w:type="paragraph" w:styleId="Heading5">
    <w:name w:val="heading 5"/>
    <w:aliases w:val="Heading 5 italic,Heading 5 italic1,Heading 5 italic2,Heading 5 italic3,Heading 5 italic4,Heading 5 italic5,Heading 5 italic6,Heading 5 italic7,Heading 5 italic8,Heading 5 italic9,Heading 5 italic10,Heading 5 italic11,Heading 5 italic12"/>
    <w:basedOn w:val="Normal"/>
    <w:next w:val="Normal"/>
    <w:qFormat/>
    <w:rsid w:val="00F52B96"/>
    <w:pPr>
      <w:numPr>
        <w:ilvl w:val="4"/>
        <w:numId w:val="1"/>
      </w:numPr>
      <w:spacing w:before="240" w:after="120"/>
      <w:outlineLvl w:val="4"/>
    </w:pPr>
  </w:style>
  <w:style w:type="paragraph" w:styleId="Heading6">
    <w:name w:val="heading 6"/>
    <w:basedOn w:val="Normal"/>
    <w:next w:val="Normal"/>
    <w:qFormat/>
    <w:rsid w:val="00F52B96"/>
    <w:pPr>
      <w:numPr>
        <w:ilvl w:val="5"/>
        <w:numId w:val="1"/>
      </w:numPr>
      <w:spacing w:before="240" w:after="60"/>
      <w:outlineLvl w:val="5"/>
    </w:pPr>
    <w:rPr>
      <w:i/>
    </w:rPr>
  </w:style>
  <w:style w:type="paragraph" w:styleId="Heading7">
    <w:name w:val="heading 7"/>
    <w:basedOn w:val="Normal"/>
    <w:next w:val="Normal"/>
    <w:qFormat/>
    <w:rsid w:val="00F52B96"/>
    <w:pPr>
      <w:numPr>
        <w:ilvl w:val="6"/>
        <w:numId w:val="1"/>
      </w:numPr>
      <w:spacing w:before="240" w:after="60"/>
      <w:outlineLvl w:val="6"/>
    </w:pPr>
  </w:style>
  <w:style w:type="paragraph" w:styleId="Heading8">
    <w:name w:val="heading 8"/>
    <w:basedOn w:val="Normal"/>
    <w:next w:val="Normal"/>
    <w:qFormat/>
    <w:rsid w:val="00F52B96"/>
    <w:pPr>
      <w:numPr>
        <w:ilvl w:val="7"/>
        <w:numId w:val="1"/>
      </w:numPr>
      <w:spacing w:before="240" w:after="60"/>
      <w:outlineLvl w:val="7"/>
    </w:pPr>
    <w:rPr>
      <w:i/>
    </w:rPr>
  </w:style>
  <w:style w:type="paragraph" w:styleId="Heading9">
    <w:name w:val="heading 9"/>
    <w:basedOn w:val="Normal"/>
    <w:next w:val="Normal"/>
    <w:qFormat/>
    <w:rsid w:val="00F52B96"/>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F52B96"/>
    <w:pPr>
      <w:spacing w:line="240" w:lineRule="auto"/>
    </w:pPr>
    <w:rPr>
      <w:rFonts w:ascii="Arial" w:hAnsi="Arial"/>
      <w:b/>
      <w:sz w:val="36"/>
    </w:rPr>
  </w:style>
  <w:style w:type="paragraph" w:customStyle="1" w:styleId="ISOBodyCopy">
    <w:name w:val="ISO Body Copy"/>
    <w:basedOn w:val="Normal"/>
    <w:rsid w:val="00F52B96"/>
    <w:pPr>
      <w:widowControl/>
    </w:pPr>
  </w:style>
  <w:style w:type="paragraph" w:styleId="Subtitle">
    <w:name w:val="Subtitle"/>
    <w:basedOn w:val="Normal"/>
    <w:qFormat/>
    <w:rsid w:val="00F52B96"/>
    <w:pPr>
      <w:spacing w:after="60"/>
      <w:jc w:val="center"/>
    </w:pPr>
    <w:rPr>
      <w:rFonts w:ascii="Arial" w:hAnsi="Arial"/>
      <w:i/>
      <w:sz w:val="36"/>
      <w:lang w:val="en-AU"/>
    </w:rPr>
  </w:style>
  <w:style w:type="paragraph" w:styleId="TOC1">
    <w:name w:val="toc 1"/>
    <w:basedOn w:val="Normal"/>
    <w:next w:val="Normal"/>
    <w:semiHidden/>
    <w:rsid w:val="00F52B96"/>
    <w:pPr>
      <w:tabs>
        <w:tab w:val="right" w:pos="9360"/>
      </w:tabs>
      <w:spacing w:before="240" w:after="60"/>
      <w:ind w:right="720"/>
    </w:pPr>
  </w:style>
  <w:style w:type="paragraph" w:styleId="TOC2">
    <w:name w:val="toc 2"/>
    <w:basedOn w:val="Normal"/>
    <w:next w:val="Normal"/>
    <w:semiHidden/>
    <w:rsid w:val="00F52B96"/>
    <w:pPr>
      <w:tabs>
        <w:tab w:val="right" w:pos="9360"/>
      </w:tabs>
      <w:ind w:left="432" w:right="720"/>
    </w:pPr>
  </w:style>
  <w:style w:type="paragraph" w:styleId="TOC3">
    <w:name w:val="toc 3"/>
    <w:basedOn w:val="Normal"/>
    <w:next w:val="Normal"/>
    <w:semiHidden/>
    <w:rsid w:val="00F52B96"/>
    <w:pPr>
      <w:tabs>
        <w:tab w:val="left" w:pos="1440"/>
        <w:tab w:val="right" w:pos="9360"/>
      </w:tabs>
      <w:ind w:left="864"/>
    </w:pPr>
  </w:style>
  <w:style w:type="paragraph" w:styleId="Header">
    <w:name w:val="header"/>
    <w:basedOn w:val="Normal"/>
    <w:semiHidden/>
    <w:rsid w:val="00F52B96"/>
    <w:pPr>
      <w:tabs>
        <w:tab w:val="center" w:pos="4320"/>
        <w:tab w:val="right" w:pos="8640"/>
      </w:tabs>
    </w:pPr>
  </w:style>
  <w:style w:type="paragraph" w:styleId="Footer">
    <w:name w:val="footer"/>
    <w:basedOn w:val="Normal"/>
    <w:semiHidden/>
    <w:rsid w:val="00F52B96"/>
    <w:pPr>
      <w:tabs>
        <w:tab w:val="center" w:pos="4320"/>
        <w:tab w:val="right" w:pos="9000"/>
      </w:tabs>
      <w:spacing w:line="200" w:lineRule="atLeast"/>
    </w:pPr>
    <w:rPr>
      <w:sz w:val="16"/>
    </w:rPr>
  </w:style>
  <w:style w:type="character" w:styleId="FootnoteReference">
    <w:name w:val="footnote reference"/>
    <w:basedOn w:val="DefaultParagraphFont"/>
    <w:semiHidden/>
    <w:rsid w:val="00F52B96"/>
    <w:rPr>
      <w:sz w:val="22"/>
      <w:vertAlign w:val="superscript"/>
    </w:rPr>
  </w:style>
  <w:style w:type="paragraph" w:styleId="FootnoteText">
    <w:name w:val="footnote text"/>
    <w:basedOn w:val="Normal"/>
    <w:semiHidden/>
    <w:rsid w:val="00F52B96"/>
    <w:pPr>
      <w:keepNext/>
      <w:keepLines/>
      <w:spacing w:after="120" w:line="240" w:lineRule="atLeast"/>
      <w:ind w:left="144" w:hanging="144"/>
    </w:pPr>
    <w:rPr>
      <w:sz w:val="16"/>
    </w:rPr>
  </w:style>
  <w:style w:type="paragraph" w:styleId="TOC4">
    <w:name w:val="toc 4"/>
    <w:basedOn w:val="Normal"/>
    <w:next w:val="Normal"/>
    <w:semiHidden/>
    <w:rsid w:val="00F52B96"/>
    <w:pPr>
      <w:ind w:left="600"/>
    </w:pPr>
  </w:style>
  <w:style w:type="paragraph" w:styleId="TOC5">
    <w:name w:val="toc 5"/>
    <w:basedOn w:val="Normal"/>
    <w:next w:val="Normal"/>
    <w:semiHidden/>
    <w:rsid w:val="00F52B96"/>
    <w:pPr>
      <w:ind w:left="800"/>
    </w:pPr>
  </w:style>
  <w:style w:type="paragraph" w:styleId="TOC6">
    <w:name w:val="toc 6"/>
    <w:basedOn w:val="Normal"/>
    <w:next w:val="Normal"/>
    <w:semiHidden/>
    <w:rsid w:val="00F52B96"/>
    <w:pPr>
      <w:ind w:left="1000"/>
    </w:pPr>
  </w:style>
  <w:style w:type="paragraph" w:styleId="TOC7">
    <w:name w:val="toc 7"/>
    <w:basedOn w:val="Normal"/>
    <w:next w:val="Normal"/>
    <w:semiHidden/>
    <w:rsid w:val="00F52B96"/>
    <w:pPr>
      <w:ind w:left="1200"/>
    </w:pPr>
  </w:style>
  <w:style w:type="paragraph" w:styleId="TOC8">
    <w:name w:val="toc 8"/>
    <w:basedOn w:val="Normal"/>
    <w:next w:val="Normal"/>
    <w:semiHidden/>
    <w:rsid w:val="00F52B96"/>
    <w:pPr>
      <w:ind w:left="1400"/>
    </w:pPr>
  </w:style>
  <w:style w:type="paragraph" w:styleId="TOC9">
    <w:name w:val="toc 9"/>
    <w:basedOn w:val="Normal"/>
    <w:next w:val="Normal"/>
    <w:semiHidden/>
    <w:rsid w:val="00F52B96"/>
    <w:pPr>
      <w:ind w:left="1600"/>
    </w:pPr>
  </w:style>
  <w:style w:type="paragraph" w:customStyle="1" w:styleId="ISOTableText">
    <w:name w:val="ISO Table Text"/>
    <w:basedOn w:val="TableText"/>
    <w:rsid w:val="00F52B96"/>
    <w:rPr>
      <w:bCs w:val="0"/>
    </w:rPr>
  </w:style>
  <w:style w:type="paragraph" w:customStyle="1" w:styleId="TableText">
    <w:name w:val="Table Text"/>
    <w:basedOn w:val="Normal"/>
    <w:autoRedefine/>
    <w:semiHidden/>
    <w:rsid w:val="00F52B96"/>
    <w:pPr>
      <w:widowControl/>
      <w:spacing w:before="60" w:after="60"/>
    </w:pPr>
    <w:rPr>
      <w:rFonts w:ascii="Arial" w:hAnsi="Arial" w:cs="Arial"/>
      <w:b/>
      <w:bCs/>
      <w:color w:val="000000"/>
      <w:sz w:val="18"/>
    </w:rPr>
  </w:style>
  <w:style w:type="character" w:styleId="Hyperlink">
    <w:name w:val="Hyperlink"/>
    <w:basedOn w:val="DefaultParagraphFont"/>
    <w:rsid w:val="00F52B96"/>
    <w:rPr>
      <w:color w:val="0000FF"/>
      <w:u w:val="single"/>
    </w:rPr>
  </w:style>
  <w:style w:type="character" w:customStyle="1" w:styleId="ISOFootnoteReference">
    <w:name w:val="ISO Footnote Reference"/>
    <w:basedOn w:val="FootnoteReference"/>
    <w:rsid w:val="00F52B96"/>
    <w:rPr>
      <w:rFonts w:ascii="Times New Roman" w:hAnsi="Times New Roman"/>
    </w:rPr>
  </w:style>
  <w:style w:type="character" w:styleId="FollowedHyperlink">
    <w:name w:val="FollowedHyperlink"/>
    <w:basedOn w:val="DefaultParagraphFont"/>
    <w:semiHidden/>
    <w:rsid w:val="00F52B96"/>
    <w:rPr>
      <w:color w:val="800080"/>
      <w:u w:val="single"/>
    </w:rPr>
  </w:style>
  <w:style w:type="paragraph" w:customStyle="1" w:styleId="ISOBulletList">
    <w:name w:val="ISO Bullet List"/>
    <w:basedOn w:val="Normal"/>
    <w:rsid w:val="00F52B96"/>
    <w:pPr>
      <w:spacing w:after="80" w:line="240" w:lineRule="auto"/>
    </w:pPr>
  </w:style>
  <w:style w:type="paragraph" w:customStyle="1" w:styleId="ISOHeader1">
    <w:name w:val="ISO Header 1"/>
    <w:basedOn w:val="Heading1"/>
    <w:rsid w:val="00F52B96"/>
    <w:pPr>
      <w:numPr>
        <w:numId w:val="0"/>
      </w:numPr>
    </w:pPr>
  </w:style>
  <w:style w:type="paragraph" w:customStyle="1" w:styleId="ISODocumentChapterTile">
    <w:name w:val="ISO Document/Chapter Tile"/>
    <w:basedOn w:val="Title"/>
    <w:rsid w:val="00F52B96"/>
    <w:pPr>
      <w:spacing w:before="80"/>
    </w:pPr>
  </w:style>
  <w:style w:type="paragraph" w:customStyle="1" w:styleId="ISOSubtitle">
    <w:name w:val="ISO Subtitle"/>
    <w:basedOn w:val="Subtitle"/>
    <w:rsid w:val="00F52B96"/>
    <w:pPr>
      <w:spacing w:before="60" w:after="0" w:line="240" w:lineRule="auto"/>
      <w:jc w:val="left"/>
    </w:pPr>
    <w:rPr>
      <w:sz w:val="32"/>
    </w:rPr>
  </w:style>
  <w:style w:type="paragraph" w:customStyle="1" w:styleId="ISOHeader1nonumbering">
    <w:name w:val="ISO Header 1 no numbering"/>
    <w:basedOn w:val="ISOHeader1"/>
    <w:rsid w:val="00F52B96"/>
  </w:style>
  <w:style w:type="paragraph" w:customStyle="1" w:styleId="ISOHeader2nonumbering">
    <w:name w:val="ISO Header 2 no numbering"/>
    <w:basedOn w:val="Heading2"/>
    <w:rsid w:val="00F52B96"/>
    <w:pPr>
      <w:numPr>
        <w:ilvl w:val="0"/>
        <w:numId w:val="0"/>
      </w:numPr>
    </w:pPr>
  </w:style>
  <w:style w:type="paragraph" w:customStyle="1" w:styleId="ISOHeader2">
    <w:name w:val="ISO Header 2"/>
    <w:basedOn w:val="Heading2"/>
    <w:rsid w:val="00F52B96"/>
    <w:pPr>
      <w:numPr>
        <w:ilvl w:val="0"/>
        <w:numId w:val="0"/>
      </w:numPr>
    </w:pPr>
  </w:style>
  <w:style w:type="paragraph" w:customStyle="1" w:styleId="ISOHeading3">
    <w:name w:val="ISO Heading 3"/>
    <w:basedOn w:val="Heading3"/>
    <w:rsid w:val="00F52B96"/>
    <w:pPr>
      <w:numPr>
        <w:ilvl w:val="0"/>
        <w:numId w:val="0"/>
      </w:numPr>
    </w:pPr>
  </w:style>
  <w:style w:type="paragraph" w:customStyle="1" w:styleId="ISOHeading4">
    <w:name w:val="ISO Heading 4"/>
    <w:basedOn w:val="Heading4"/>
    <w:rsid w:val="00F52B96"/>
    <w:pPr>
      <w:numPr>
        <w:ilvl w:val="0"/>
        <w:numId w:val="0"/>
      </w:numPr>
      <w:spacing w:before="240" w:line="240" w:lineRule="atLeast"/>
    </w:pPr>
  </w:style>
  <w:style w:type="paragraph" w:customStyle="1" w:styleId="ISOHeading4nonumbering">
    <w:name w:val="ISO Heading 4 no numbering"/>
    <w:basedOn w:val="ISOHeading4"/>
    <w:rsid w:val="00F52B96"/>
  </w:style>
  <w:style w:type="paragraph" w:customStyle="1" w:styleId="ISOHeading3nonumbering">
    <w:name w:val="ISO Heading 3 no numbering"/>
    <w:basedOn w:val="ISOHeading3"/>
    <w:rsid w:val="00F52B96"/>
  </w:style>
  <w:style w:type="paragraph" w:customStyle="1" w:styleId="footnote">
    <w:name w:val="footnote"/>
    <w:basedOn w:val="ISOBodyCopy"/>
    <w:semiHidden/>
    <w:rsid w:val="00F52B96"/>
    <w:pPr>
      <w:keepNext/>
      <w:spacing w:line="200" w:lineRule="atLeast"/>
    </w:pPr>
    <w:rPr>
      <w:sz w:val="16"/>
    </w:rPr>
  </w:style>
  <w:style w:type="paragraph" w:customStyle="1" w:styleId="ISOFootnoteText">
    <w:name w:val="ISO Footnote Text"/>
    <w:basedOn w:val="FootnoteText"/>
    <w:rsid w:val="00F52B96"/>
  </w:style>
  <w:style w:type="character" w:customStyle="1" w:styleId="Heading2Char">
    <w:name w:val="Heading 2 Char"/>
    <w:aliases w:val="U&amp;lc Book Char,Small Cap Char,U&amp;lc Book1 Char,Small Cap1 Char,U&amp;lc Book2 Char,Small Cap2 Char,U&amp;lc Book11 Char,Small Cap11 Char,U&amp;lc Book3 Char,Small Cap3 Char,U&amp;lc Book12 Char,Small Cap12 Char,U&amp;lc Book4 Char,Small Cap4 Char,H2 Char"/>
    <w:basedOn w:val="DefaultParagraphFont"/>
    <w:link w:val="Heading2"/>
    <w:rsid w:val="00A80222"/>
    <w:rPr>
      <w:rFonts w:ascii="Arial" w:hAnsi="Arial"/>
      <w:b/>
    </w:rPr>
  </w:style>
  <w:style w:type="character" w:customStyle="1" w:styleId="Heading3Char">
    <w:name w:val="Heading 3 Char"/>
    <w:aliases w:val="Bold Char,Table Attribute Heading Char,h3 Char,H3 Char,sl3 Char,heading 3 Char,meta book Char,3 Char,Bold1 Char,Table Attribute Heading1 Char,h31 Char,H31 Char,sl31 Char,heading 31 Char,meta book1 Char,31 Char,Bold2 Char,h32 Char,H32 Char"/>
    <w:basedOn w:val="DefaultParagraphFont"/>
    <w:link w:val="Heading3"/>
    <w:rsid w:val="00695EF0"/>
    <w:rPr>
      <w:rFonts w:ascii="Arial" w:hAnsi="Arial"/>
      <w:i/>
    </w:rPr>
  </w:style>
  <w:style w:type="paragraph" w:styleId="BodyText">
    <w:name w:val="Body Text"/>
    <w:link w:val="BodyTextChar"/>
    <w:rsid w:val="00695EF0"/>
    <w:pPr>
      <w:spacing w:before="120" w:after="60"/>
      <w:ind w:left="1440"/>
    </w:pPr>
    <w:rPr>
      <w:rFonts w:ascii="Arial" w:hAnsi="Arial"/>
      <w:sz w:val="24"/>
    </w:rPr>
  </w:style>
  <w:style w:type="character" w:customStyle="1" w:styleId="BodyTextChar">
    <w:name w:val="Body Text Char"/>
    <w:basedOn w:val="DefaultParagraphFont"/>
    <w:link w:val="BodyText"/>
    <w:rsid w:val="00695EF0"/>
    <w:rPr>
      <w:rFonts w:ascii="Arial" w:hAnsi="Arial"/>
      <w:sz w:val="24"/>
    </w:rPr>
  </w:style>
  <w:style w:type="paragraph" w:styleId="ListBullet">
    <w:name w:val="List Bullet"/>
    <w:basedOn w:val="BodyText"/>
    <w:rsid w:val="00695EF0"/>
    <w:pPr>
      <w:numPr>
        <w:numId w:val="2"/>
      </w:numPr>
      <w:ind w:left="1800"/>
    </w:pPr>
  </w:style>
  <w:style w:type="paragraph" w:styleId="ListBullet2">
    <w:name w:val="List Bullet 2"/>
    <w:basedOn w:val="BodyText"/>
    <w:rsid w:val="00695EF0"/>
    <w:pPr>
      <w:numPr>
        <w:numId w:val="3"/>
      </w:numPr>
      <w:ind w:left="2160"/>
    </w:pPr>
  </w:style>
  <w:style w:type="paragraph" w:customStyle="1" w:styleId="Warning">
    <w:name w:val="Warning"/>
    <w:basedOn w:val="BodyText"/>
    <w:next w:val="BodyText"/>
    <w:rsid w:val="00695EF0"/>
    <w:pPr>
      <w:pBdr>
        <w:top w:val="single" w:sz="4" w:space="1" w:color="auto"/>
        <w:bottom w:val="single" w:sz="4" w:space="1" w:color="auto"/>
      </w:pBdr>
      <w:shd w:val="pct10" w:color="auto" w:fill="FFFFFF"/>
    </w:pPr>
    <w:rPr>
      <w:b/>
    </w:rPr>
  </w:style>
  <w:style w:type="paragraph" w:styleId="BalloonText">
    <w:name w:val="Balloon Text"/>
    <w:basedOn w:val="Normal"/>
    <w:link w:val="BalloonTextChar"/>
    <w:rsid w:val="00A44BB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44BBF"/>
    <w:rPr>
      <w:rFonts w:ascii="Tahoma" w:hAnsi="Tahoma" w:cs="Tahoma"/>
      <w:sz w:val="16"/>
      <w:szCs w:val="16"/>
    </w:rPr>
  </w:style>
  <w:style w:type="paragraph" w:styleId="ListBullet3">
    <w:name w:val="List Bullet 3"/>
    <w:basedOn w:val="Normal"/>
    <w:rsid w:val="00351E4D"/>
    <w:pPr>
      <w:numPr>
        <w:numId w:val="5"/>
      </w:numPr>
      <w:contextualSpacing/>
    </w:pPr>
  </w:style>
  <w:style w:type="character" w:styleId="HTMLTypewriter">
    <w:name w:val="HTML Typewriter"/>
    <w:basedOn w:val="DefaultParagraphFont"/>
    <w:uiPriority w:val="99"/>
    <w:unhideWhenUsed/>
    <w:rsid w:val="001947F5"/>
    <w:rPr>
      <w:rFonts w:ascii="Courier New" w:eastAsia="Times New Roman" w:hAnsi="Courier New" w:cs="Courier New"/>
      <w:sz w:val="20"/>
      <w:szCs w:val="20"/>
    </w:rPr>
  </w:style>
  <w:style w:type="table" w:styleId="TableGrid">
    <w:name w:val="Table Grid"/>
    <w:basedOn w:val="TableNormal"/>
    <w:rsid w:val="008C64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30AA5"/>
    <w:pPr>
      <w:ind w:left="720"/>
      <w:contextualSpacing/>
    </w:pPr>
  </w:style>
  <w:style w:type="paragraph" w:styleId="List2">
    <w:name w:val="List 2"/>
    <w:basedOn w:val="BodyText"/>
    <w:rsid w:val="00E212EC"/>
    <w:pPr>
      <w:numPr>
        <w:numId w:val="11"/>
      </w:numPr>
      <w:spacing w:before="0" w:after="0"/>
      <w:ind w:left="2160"/>
    </w:pPr>
  </w:style>
  <w:style w:type="paragraph" w:styleId="List3">
    <w:name w:val="List 3"/>
    <w:basedOn w:val="Normal"/>
    <w:rsid w:val="00E212EC"/>
    <w:pPr>
      <w:widowControl/>
      <w:numPr>
        <w:numId w:val="12"/>
      </w:numPr>
      <w:spacing w:line="240" w:lineRule="auto"/>
      <w:ind w:left="2520"/>
    </w:pPr>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1228108145">
      <w:bodyDiv w:val="1"/>
      <w:marLeft w:val="0"/>
      <w:marRight w:val="0"/>
      <w:marTop w:val="0"/>
      <w:marBottom w:val="0"/>
      <w:divBdr>
        <w:top w:val="none" w:sz="0" w:space="0" w:color="auto"/>
        <w:left w:val="none" w:sz="0" w:space="0" w:color="auto"/>
        <w:bottom w:val="none" w:sz="0" w:space="0" w:color="auto"/>
        <w:right w:val="none" w:sz="0" w:space="0" w:color="auto"/>
      </w:divBdr>
      <w:divsChild>
        <w:div w:id="1178540269">
          <w:marLeft w:val="0"/>
          <w:marRight w:val="0"/>
          <w:marTop w:val="0"/>
          <w:marBottom w:val="0"/>
          <w:divBdr>
            <w:top w:val="none" w:sz="0" w:space="0" w:color="auto"/>
            <w:left w:val="none" w:sz="0" w:space="0" w:color="auto"/>
            <w:bottom w:val="none" w:sz="0" w:space="0" w:color="auto"/>
            <w:right w:val="none" w:sz="0" w:space="0" w:color="auto"/>
          </w:divBdr>
          <w:divsChild>
            <w:div w:id="114943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270093">
      <w:bodyDiv w:val="1"/>
      <w:marLeft w:val="0"/>
      <w:marRight w:val="0"/>
      <w:marTop w:val="0"/>
      <w:marBottom w:val="0"/>
      <w:divBdr>
        <w:top w:val="none" w:sz="0" w:space="0" w:color="auto"/>
        <w:left w:val="none" w:sz="0" w:space="0" w:color="auto"/>
        <w:bottom w:val="none" w:sz="0" w:space="0" w:color="auto"/>
        <w:right w:val="none" w:sz="0" w:space="0" w:color="auto"/>
      </w:divBdr>
      <w:divsChild>
        <w:div w:id="676613728">
          <w:marLeft w:val="0"/>
          <w:marRight w:val="0"/>
          <w:marTop w:val="0"/>
          <w:marBottom w:val="0"/>
          <w:divBdr>
            <w:top w:val="none" w:sz="0" w:space="0" w:color="auto"/>
            <w:left w:val="none" w:sz="0" w:space="0" w:color="auto"/>
            <w:bottom w:val="none" w:sz="0" w:space="0" w:color="auto"/>
            <w:right w:val="none" w:sz="0" w:space="0" w:color="auto"/>
          </w:divBdr>
          <w:divsChild>
            <w:div w:id="1945112988">
              <w:marLeft w:val="0"/>
              <w:marRight w:val="0"/>
              <w:marTop w:val="0"/>
              <w:marBottom w:val="0"/>
              <w:divBdr>
                <w:top w:val="none" w:sz="0" w:space="0" w:color="auto"/>
                <w:left w:val="none" w:sz="0" w:space="0" w:color="auto"/>
                <w:bottom w:val="none" w:sz="0" w:space="0" w:color="auto"/>
                <w:right w:val="none" w:sz="0" w:space="0" w:color="auto"/>
              </w:divBdr>
              <w:divsChild>
                <w:div w:id="1376080601">
                  <w:marLeft w:val="0"/>
                  <w:marRight w:val="0"/>
                  <w:marTop w:val="0"/>
                  <w:marBottom w:val="0"/>
                  <w:divBdr>
                    <w:top w:val="none" w:sz="0" w:space="0" w:color="auto"/>
                    <w:left w:val="none" w:sz="0" w:space="0" w:color="auto"/>
                    <w:bottom w:val="none" w:sz="0" w:space="0" w:color="auto"/>
                    <w:right w:val="none" w:sz="0" w:space="0" w:color="auto"/>
                  </w:divBdr>
                  <w:divsChild>
                    <w:div w:id="224491961">
                      <w:marLeft w:val="0"/>
                      <w:marRight w:val="0"/>
                      <w:marTop w:val="0"/>
                      <w:marBottom w:val="0"/>
                      <w:divBdr>
                        <w:top w:val="none" w:sz="0" w:space="0" w:color="auto"/>
                        <w:left w:val="none" w:sz="0" w:space="0" w:color="auto"/>
                        <w:bottom w:val="none" w:sz="0" w:space="0" w:color="auto"/>
                        <w:right w:val="none" w:sz="0" w:space="0" w:color="auto"/>
                      </w:divBdr>
                      <w:divsChild>
                        <w:div w:id="736980610">
                          <w:marLeft w:val="0"/>
                          <w:marRight w:val="0"/>
                          <w:marTop w:val="0"/>
                          <w:marBottom w:val="0"/>
                          <w:divBdr>
                            <w:top w:val="none" w:sz="0" w:space="0" w:color="auto"/>
                            <w:left w:val="none" w:sz="0" w:space="0" w:color="auto"/>
                            <w:bottom w:val="none" w:sz="0" w:space="0" w:color="auto"/>
                            <w:right w:val="none" w:sz="0" w:space="0" w:color="auto"/>
                          </w:divBdr>
                          <w:divsChild>
                            <w:div w:id="20909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258765">
      <w:bodyDiv w:val="1"/>
      <w:marLeft w:val="0"/>
      <w:marRight w:val="0"/>
      <w:marTop w:val="0"/>
      <w:marBottom w:val="0"/>
      <w:divBdr>
        <w:top w:val="none" w:sz="0" w:space="0" w:color="auto"/>
        <w:left w:val="none" w:sz="0" w:space="0" w:color="auto"/>
        <w:bottom w:val="none" w:sz="0" w:space="0" w:color="auto"/>
        <w:right w:val="none" w:sz="0" w:space="0" w:color="auto"/>
      </w:divBdr>
    </w:div>
    <w:div w:id="192086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apache.org/dist/cxf/2.3.0/"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geotrust.com/resources/root-certificat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o-ne.com/support/user_guides/emkt_xsd_and_wsdl.zi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cxf.apache.org/apache-cxf-230-release-notes.htm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mraAB\LOCALS~1\Temp\iso_misc_document_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iso_misc_document_template-1.dotx</Template>
  <TotalTime>1554</TotalTime>
  <Pages>6</Pages>
  <Words>1234</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Phase 2 Browser Test Plan</vt:lpstr>
    </vt:vector>
  </TitlesOfParts>
  <Company>ISO-NE</Company>
  <LinksUpToDate>false</LinksUpToDate>
  <CharactersWithSpaces>8252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Phase 2 Browser Test Plan</dc:title>
  <dc:subject>ISO-NE Web Architecture Redesign Project</dc:subject>
  <dc:creator>MRaab</dc:creator>
  <cp:keywords/>
  <dc:description/>
  <cp:lastModifiedBy>rsimhadri</cp:lastModifiedBy>
  <cp:revision>8</cp:revision>
  <cp:lastPrinted>2011-12-06T20:59:00Z</cp:lastPrinted>
  <dcterms:created xsi:type="dcterms:W3CDTF">2012-01-10T16:09:00Z</dcterms:created>
  <dcterms:modified xsi:type="dcterms:W3CDTF">2013-04-22T19:04:00Z</dcterms:modified>
</cp:coreProperties>
</file>